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1" w:type="dxa"/>
        <w:tblInd w:w="-7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8"/>
        <w:gridCol w:w="160"/>
        <w:gridCol w:w="410"/>
        <w:gridCol w:w="284"/>
        <w:gridCol w:w="1130"/>
        <w:gridCol w:w="413"/>
        <w:gridCol w:w="296"/>
        <w:gridCol w:w="845"/>
        <w:gridCol w:w="9"/>
        <w:gridCol w:w="115"/>
        <w:gridCol w:w="165"/>
        <w:gridCol w:w="231"/>
        <w:gridCol w:w="9"/>
        <w:gridCol w:w="25"/>
        <w:gridCol w:w="15"/>
        <w:gridCol w:w="7"/>
        <w:gridCol w:w="138"/>
        <w:gridCol w:w="265"/>
        <w:gridCol w:w="270"/>
        <w:gridCol w:w="156"/>
        <w:gridCol w:w="10"/>
        <w:gridCol w:w="242"/>
        <w:gridCol w:w="173"/>
        <w:gridCol w:w="13"/>
        <w:gridCol w:w="9"/>
        <w:gridCol w:w="266"/>
        <w:gridCol w:w="13"/>
        <w:gridCol w:w="99"/>
        <w:gridCol w:w="314"/>
        <w:gridCol w:w="269"/>
        <w:gridCol w:w="156"/>
        <w:gridCol w:w="278"/>
        <w:gridCol w:w="436"/>
        <w:gridCol w:w="420"/>
        <w:gridCol w:w="133"/>
        <w:gridCol w:w="26"/>
        <w:gridCol w:w="127"/>
        <w:gridCol w:w="139"/>
        <w:gridCol w:w="284"/>
        <w:gridCol w:w="15"/>
        <w:gridCol w:w="126"/>
        <w:gridCol w:w="155"/>
        <w:gridCol w:w="129"/>
        <w:gridCol w:w="425"/>
        <w:gridCol w:w="277"/>
        <w:gridCol w:w="166"/>
      </w:tblGrid>
      <w:tr w:rsidR="003509E8" w:rsidRPr="00E256D9" w14:paraId="661EA91B" w14:textId="77777777" w:rsidTr="007A3EC9">
        <w:trPr>
          <w:trHeight w:hRule="exact" w:val="436"/>
        </w:trPr>
        <w:tc>
          <w:tcPr>
            <w:tcW w:w="4906" w:type="dxa"/>
            <w:gridSpan w:val="12"/>
            <w:tcBorders>
              <w:top w:val="single" w:sz="12" w:space="0" w:color="auto"/>
            </w:tcBorders>
          </w:tcPr>
          <w:p w14:paraId="35994D7F" w14:textId="77777777" w:rsidR="003509E8" w:rsidRPr="00E256D9" w:rsidRDefault="003509E8" w:rsidP="00FB168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 xml:space="preserve">Begleitkarte für radioaktiven Rohabfall </w:t>
            </w:r>
          </w:p>
        </w:tc>
        <w:tc>
          <w:tcPr>
            <w:tcW w:w="5585" w:type="dxa"/>
            <w:gridSpan w:val="34"/>
            <w:tcBorders>
              <w:top w:val="single" w:sz="12" w:space="0" w:color="auto"/>
            </w:tcBorders>
          </w:tcPr>
          <w:p w14:paraId="553ED282" w14:textId="77777777" w:rsidR="003509E8" w:rsidRPr="00E256D9" w:rsidRDefault="003509E8" w:rsidP="00FB168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Kennzeichen an der Innenverpackung</w:t>
            </w:r>
          </w:p>
        </w:tc>
      </w:tr>
      <w:tr w:rsidR="002E3B34" w:rsidRPr="00E256D9" w14:paraId="3424CCB2" w14:textId="77777777" w:rsidTr="007A3EC9">
        <w:trPr>
          <w:cantSplit/>
          <w:trHeight w:hRule="exact" w:val="320"/>
        </w:trPr>
        <w:tc>
          <w:tcPr>
            <w:tcW w:w="4510" w:type="dxa"/>
            <w:gridSpan w:val="10"/>
            <w:tcBorders>
              <w:right w:val="single" w:sz="12" w:space="0" w:color="auto"/>
            </w:tcBorders>
            <w:vAlign w:val="center"/>
          </w:tcPr>
          <w:p w14:paraId="414A4F85" w14:textId="77777777" w:rsidR="002E3B34" w:rsidRPr="00E256D9" w:rsidRDefault="0063080A" w:rsidP="00843C9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Innenverpackung (IV)</w:t>
            </w:r>
          </w:p>
        </w:tc>
        <w:bookmarkStart w:id="0" w:name="Text44"/>
        <w:tc>
          <w:tcPr>
            <w:tcW w:w="4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D96B92" w14:textId="77777777" w:rsidR="002E3B34" w:rsidRPr="00E256D9" w:rsidRDefault="00BF4631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009A1A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4BE06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9AB935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8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FF59B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3DFC7F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C6F07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0C1FAE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2842A1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11453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5751D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2AC5E2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63BC1" w14:textId="77777777" w:rsidR="002E3B34" w:rsidRPr="00E256D9" w:rsidRDefault="00BF4631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5F2DFB" w14:textId="77777777" w:rsidR="002E3B34" w:rsidRPr="00E256D9" w:rsidRDefault="002E3B34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43" w:type="dxa"/>
            <w:gridSpan w:val="2"/>
            <w:tcBorders>
              <w:left w:val="single" w:sz="12" w:space="0" w:color="auto"/>
            </w:tcBorders>
          </w:tcPr>
          <w:p w14:paraId="0D73F258" w14:textId="77777777" w:rsidR="002E3B34" w:rsidRPr="00E256D9" w:rsidRDefault="002E3B34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E3B34" w:rsidRPr="00E256D9" w14:paraId="2E333345" w14:textId="77777777" w:rsidTr="007A3EC9">
        <w:trPr>
          <w:trHeight w:hRule="exact" w:val="238"/>
        </w:trPr>
        <w:tc>
          <w:tcPr>
            <w:tcW w:w="4915" w:type="dxa"/>
            <w:gridSpan w:val="13"/>
            <w:tcBorders>
              <w:bottom w:val="single" w:sz="12" w:space="0" w:color="auto"/>
            </w:tcBorders>
          </w:tcPr>
          <w:p w14:paraId="02CDA162" w14:textId="77777777" w:rsidR="000E2928" w:rsidRPr="00E256D9" w:rsidRDefault="000E2928" w:rsidP="00FB168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15"/>
            <w:tcBorders>
              <w:bottom w:val="single" w:sz="12" w:space="0" w:color="auto"/>
            </w:tcBorders>
          </w:tcPr>
          <w:p w14:paraId="25B4E27A" w14:textId="77777777" w:rsidR="000E2928" w:rsidRPr="00E256D9" w:rsidRDefault="00865E12" w:rsidP="00FB168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2928" w:rsidRPr="00E256D9">
              <w:rPr>
                <w:rFonts w:ascii="Arial" w:hAnsi="Arial" w:cs="Arial"/>
                <w:sz w:val="18"/>
                <w:szCs w:val="18"/>
              </w:rPr>
              <w:t>Lieferant</w:t>
            </w:r>
          </w:p>
        </w:tc>
        <w:tc>
          <w:tcPr>
            <w:tcW w:w="1453" w:type="dxa"/>
            <w:gridSpan w:val="5"/>
            <w:tcBorders>
              <w:bottom w:val="single" w:sz="12" w:space="0" w:color="auto"/>
            </w:tcBorders>
          </w:tcPr>
          <w:p w14:paraId="27612CCE" w14:textId="77777777" w:rsidR="000E2928" w:rsidRPr="00E256D9" w:rsidRDefault="00865E12" w:rsidP="000E2928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2928" w:rsidRPr="00E256D9">
              <w:rPr>
                <w:rFonts w:ascii="Arial" w:hAnsi="Arial" w:cs="Arial"/>
                <w:sz w:val="18"/>
                <w:szCs w:val="18"/>
              </w:rPr>
              <w:t>Jahr</w:t>
            </w:r>
          </w:p>
        </w:tc>
        <w:tc>
          <w:tcPr>
            <w:tcW w:w="1270" w:type="dxa"/>
            <w:gridSpan w:val="8"/>
            <w:tcBorders>
              <w:bottom w:val="single" w:sz="12" w:space="0" w:color="auto"/>
            </w:tcBorders>
          </w:tcPr>
          <w:p w14:paraId="56009415" w14:textId="77777777" w:rsidR="000E2928" w:rsidRPr="00E256D9" w:rsidRDefault="000E2928" w:rsidP="000E2928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VP Nr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52" w:type="dxa"/>
            <w:gridSpan w:val="5"/>
            <w:tcBorders>
              <w:bottom w:val="single" w:sz="12" w:space="0" w:color="auto"/>
            </w:tcBorders>
          </w:tcPr>
          <w:p w14:paraId="6F3DBAC6" w14:textId="77777777" w:rsidR="000E2928" w:rsidRPr="00E256D9" w:rsidRDefault="000E2928" w:rsidP="00FB168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IV Nr.</w:t>
            </w:r>
          </w:p>
        </w:tc>
      </w:tr>
      <w:tr w:rsidR="002025B0" w:rsidRPr="00E256D9" w14:paraId="121168CC" w14:textId="77777777" w:rsidTr="007A3EC9">
        <w:trPr>
          <w:trHeight w:hRule="exact" w:val="367"/>
        </w:trPr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D42A2EC" w14:textId="77777777" w:rsidR="002025B0" w:rsidRPr="00E256D9" w:rsidRDefault="002025B0" w:rsidP="002C38A0">
            <w:pPr>
              <w:spacing w:before="80" w:after="8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643" w:type="dxa"/>
            <w:gridSpan w:val="4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71352B" w14:textId="77777777" w:rsidR="002025B0" w:rsidRPr="00E256D9" w:rsidRDefault="002025B0" w:rsidP="002C38A0">
            <w:pPr>
              <w:spacing w:before="80" w:after="80"/>
              <w:ind w:right="71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Angaben zu Abfall und Abfallproduzent</w:t>
            </w:r>
          </w:p>
        </w:tc>
      </w:tr>
      <w:tr w:rsidR="002025B0" w:rsidRPr="00E256D9" w14:paraId="13574594" w14:textId="77777777" w:rsidTr="007A3EC9">
        <w:trPr>
          <w:trHeight w:hRule="exact" w:val="240"/>
        </w:trPr>
        <w:tc>
          <w:tcPr>
            <w:tcW w:w="848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0EE1A19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1.1</w:t>
            </w:r>
          </w:p>
        </w:tc>
        <w:tc>
          <w:tcPr>
            <w:tcW w:w="9643" w:type="dxa"/>
            <w:gridSpan w:val="4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96C1B12" w14:textId="77777777" w:rsidR="002025B0" w:rsidRPr="00E256D9" w:rsidRDefault="002025B0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Beschreibung des Abfallobjektes (</w:t>
            </w:r>
            <w:r w:rsidR="008136E4" w:rsidRPr="008136E4">
              <w:rPr>
                <w:rFonts w:ascii="Arial" w:hAnsi="Arial" w:cs="Arial"/>
                <w:b/>
                <w:sz w:val="18"/>
                <w:szCs w:val="18"/>
              </w:rPr>
              <w:t>Glasflaschen,</w:t>
            </w:r>
            <w:r w:rsidR="00E26317">
              <w:rPr>
                <w:rFonts w:ascii="Arial" w:hAnsi="Arial" w:cs="Arial"/>
                <w:b/>
                <w:sz w:val="18"/>
                <w:szCs w:val="18"/>
              </w:rPr>
              <w:t xml:space="preserve"> Windeln,</w:t>
            </w:r>
            <w:r w:rsidR="008136E4" w:rsidRPr="008136E4">
              <w:rPr>
                <w:rFonts w:ascii="Arial" w:hAnsi="Arial" w:cs="Arial"/>
                <w:b/>
                <w:sz w:val="18"/>
                <w:szCs w:val="18"/>
              </w:rPr>
              <w:t xml:space="preserve"> Schlacke 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etc.):</w:t>
            </w:r>
            <w:r w:rsidRPr="008136E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025B0" w:rsidRPr="00E256D9" w14:paraId="1379A17E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614EF8C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bookmarkStart w:id="1" w:name="Text12"/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68ADA" w14:textId="77777777" w:rsidR="002025B0" w:rsidRPr="00E256D9" w:rsidRDefault="008D179E" w:rsidP="00FB16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2025B0" w:rsidRPr="00E256D9" w14:paraId="666857C5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3C351F83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6BC08" w14:textId="77777777" w:rsidR="002025B0" w:rsidRPr="00E256D9" w:rsidRDefault="002025B0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025B0" w:rsidRPr="00E256D9" w14:paraId="4A191CB2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4BFC0ABD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4DD43" w14:textId="77777777" w:rsidR="002025B0" w:rsidRPr="00E256D9" w:rsidRDefault="002025B0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2025B0" w:rsidRPr="00E256D9" w14:paraId="034C20E5" w14:textId="77777777" w:rsidTr="007A3EC9">
        <w:trPr>
          <w:trHeight w:hRule="exact" w:val="344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406EABD6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2FC0B" w14:textId="77777777" w:rsidR="002025B0" w:rsidRPr="00E256D9" w:rsidRDefault="002025B0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Beilagen/Dokumente</w:t>
            </w:r>
            <w:r w:rsidR="005F36B6">
              <w:rPr>
                <w:rFonts w:ascii="Arial" w:hAnsi="Arial" w:cs="Arial"/>
                <w:sz w:val="18"/>
                <w:szCs w:val="18"/>
              </w:rPr>
              <w:t>/Fotos</w:t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2" w:name="Text15"/>
            <w:r w:rsidR="001E293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1E293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1E2931">
              <w:rPr>
                <w:rFonts w:ascii="Arial" w:hAnsi="Arial" w:cs="Arial"/>
                <w:sz w:val="18"/>
                <w:szCs w:val="18"/>
              </w:rPr>
            </w:r>
            <w:r w:rsidR="001E293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</w:tr>
      <w:tr w:rsidR="002025B0" w:rsidRPr="00E256D9" w14:paraId="380EC6C3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A969E13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1.2</w:t>
            </w:r>
          </w:p>
        </w:tc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B112E" w14:textId="77777777" w:rsidR="002025B0" w:rsidRPr="00E256D9" w:rsidRDefault="002025B0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Abfallproduzent (falls nicht mit Lieferant übereinstimmt)</w:t>
            </w:r>
          </w:p>
        </w:tc>
      </w:tr>
      <w:tr w:rsidR="002025B0" w:rsidRPr="00E256D9" w14:paraId="045729CD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29EBF165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987F44" w14:textId="77777777" w:rsidR="002025B0" w:rsidRPr="00EA115D" w:rsidRDefault="002025B0" w:rsidP="00FB1680">
            <w:pPr>
              <w:tabs>
                <w:tab w:val="left" w:pos="879"/>
              </w:tabs>
              <w:rPr>
                <w:rFonts w:ascii="Arial" w:hAnsi="Arial" w:cs="Arial"/>
                <w:sz w:val="18"/>
                <w:szCs w:val="18"/>
              </w:rPr>
            </w:pPr>
            <w:r w:rsidRPr="00EA115D">
              <w:rPr>
                <w:rFonts w:ascii="Arial" w:hAnsi="Arial" w:cs="Arial"/>
                <w:sz w:val="18"/>
                <w:szCs w:val="18"/>
              </w:rPr>
              <w:t>Name</w:t>
            </w:r>
            <w:r w:rsidR="00697B63">
              <w:rPr>
                <w:rFonts w:ascii="Arial" w:hAnsi="Arial" w:cs="Arial"/>
                <w:sz w:val="18"/>
                <w:szCs w:val="18"/>
              </w:rPr>
              <w:t>:</w:t>
            </w:r>
            <w:r w:rsidRPr="00EA115D">
              <w:rPr>
                <w:rFonts w:ascii="Arial" w:hAnsi="Arial" w:cs="Arial"/>
                <w:sz w:val="18"/>
                <w:szCs w:val="18"/>
              </w:rPr>
              <w:tab/>
            </w:r>
            <w:bookmarkStart w:id="3" w:name="Text47"/>
            <w:r w:rsidR="001E293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E293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1E2931">
              <w:rPr>
                <w:rFonts w:ascii="Arial" w:hAnsi="Arial" w:cs="Arial"/>
                <w:sz w:val="18"/>
                <w:szCs w:val="18"/>
              </w:rPr>
            </w:r>
            <w:r w:rsidR="001E293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E2931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  <w:tr w:rsidR="002025B0" w:rsidRPr="00E256D9" w14:paraId="701F0D2D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EEB45A3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B3F7A" w14:textId="77777777" w:rsidR="002025B0" w:rsidRPr="00EA115D" w:rsidRDefault="002025B0" w:rsidP="00FB1680">
            <w:pPr>
              <w:tabs>
                <w:tab w:val="left" w:pos="879"/>
              </w:tabs>
              <w:rPr>
                <w:rFonts w:ascii="Arial" w:hAnsi="Arial" w:cs="Arial"/>
                <w:sz w:val="18"/>
                <w:szCs w:val="18"/>
              </w:rPr>
            </w:pPr>
            <w:r w:rsidRPr="00EA115D">
              <w:rPr>
                <w:rFonts w:ascii="Arial" w:hAnsi="Arial" w:cs="Arial"/>
                <w:sz w:val="18"/>
                <w:szCs w:val="18"/>
              </w:rPr>
              <w:t>Adresse</w:t>
            </w:r>
            <w:r w:rsidR="00697B63">
              <w:rPr>
                <w:rFonts w:ascii="Arial" w:hAnsi="Arial" w:cs="Arial"/>
                <w:sz w:val="18"/>
                <w:szCs w:val="18"/>
              </w:rPr>
              <w:t>:</w:t>
            </w:r>
            <w:r w:rsidRPr="00EA115D">
              <w:rPr>
                <w:rFonts w:ascii="Arial" w:hAnsi="Arial" w:cs="Arial"/>
                <w:sz w:val="18"/>
                <w:szCs w:val="18"/>
              </w:rPr>
              <w:tab/>
            </w:r>
            <w:r w:rsidRPr="00EA115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EA115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A115D">
              <w:rPr>
                <w:rFonts w:ascii="Arial" w:hAnsi="Arial" w:cs="Arial"/>
                <w:sz w:val="18"/>
                <w:szCs w:val="18"/>
              </w:rPr>
            </w:r>
            <w:r w:rsidRPr="00EA11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A115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025B0" w:rsidRPr="00E256D9" w14:paraId="5083C30B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724959BA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42172" w14:textId="77777777" w:rsidR="002025B0" w:rsidRPr="00EA115D" w:rsidRDefault="00697B63" w:rsidP="00FB1680">
            <w:pPr>
              <w:tabs>
                <w:tab w:val="left" w:pos="87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PLZ / </w:t>
            </w:r>
            <w:r w:rsidR="002025B0" w:rsidRPr="00EA115D">
              <w:rPr>
                <w:rFonts w:ascii="Arial" w:hAnsi="Arial" w:cs="Arial"/>
                <w:sz w:val="18"/>
                <w:szCs w:val="18"/>
              </w:rPr>
              <w:t>Ort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2025B0" w:rsidRPr="00EA115D">
              <w:rPr>
                <w:rFonts w:ascii="Arial" w:hAnsi="Arial" w:cs="Arial"/>
                <w:sz w:val="18"/>
                <w:szCs w:val="18"/>
              </w:rPr>
              <w:tab/>
            </w:r>
            <w:r w:rsidR="002025B0" w:rsidRPr="00EA115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2025B0" w:rsidRPr="00EA115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2025B0" w:rsidRPr="00EA115D">
              <w:rPr>
                <w:rFonts w:ascii="Arial" w:hAnsi="Arial" w:cs="Arial"/>
                <w:sz w:val="18"/>
                <w:szCs w:val="18"/>
              </w:rPr>
            </w:r>
            <w:r w:rsidR="002025B0" w:rsidRPr="00EA115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E1B2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2025B0" w:rsidRPr="00EA115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025B0" w:rsidRPr="00E256D9" w14:paraId="2C64C9A6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69DE526A" w14:textId="77777777" w:rsidR="002025B0" w:rsidRPr="00E256D9" w:rsidRDefault="002025B0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10CA00D" w14:textId="77777777" w:rsidR="002025B0" w:rsidRPr="00E256D9" w:rsidRDefault="002025B0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09E8" w:rsidRPr="00E256D9" w14:paraId="46BC5BEC" w14:textId="77777777" w:rsidTr="007A3EC9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989E40" w14:textId="77777777" w:rsidR="003509E8" w:rsidRPr="00E256D9" w:rsidRDefault="002025B0" w:rsidP="00861A0E">
            <w:pPr>
              <w:spacing w:before="80" w:after="8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643" w:type="dxa"/>
            <w:gridSpan w:val="4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FBD8E3" w14:textId="77777777" w:rsidR="003509E8" w:rsidRPr="00E256D9" w:rsidRDefault="003509E8" w:rsidP="00861A0E">
            <w:pPr>
              <w:spacing w:before="80" w:after="80"/>
              <w:ind w:left="-266" w:firstLine="266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Deklarati</w:t>
            </w:r>
            <w:r w:rsidR="006415E7">
              <w:rPr>
                <w:rFonts w:ascii="Arial" w:hAnsi="Arial" w:cs="Arial"/>
                <w:b/>
                <w:sz w:val="18"/>
                <w:szCs w:val="18"/>
              </w:rPr>
              <w:t>on der Nuklide und Aktivitäten</w:t>
            </w:r>
          </w:p>
        </w:tc>
      </w:tr>
      <w:tr w:rsidR="00CB46E0" w:rsidRPr="00E256D9" w14:paraId="689CFD09" w14:textId="77777777" w:rsidTr="007A3EC9">
        <w:trPr>
          <w:trHeight w:hRule="exact" w:val="557"/>
        </w:trPr>
        <w:tc>
          <w:tcPr>
            <w:tcW w:w="848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31F564F" w14:textId="77777777" w:rsidR="00B86040" w:rsidRPr="00E256D9" w:rsidRDefault="00B86040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BEB" w14:textId="77777777" w:rsidR="00B86040" w:rsidRPr="00E256D9" w:rsidRDefault="00B86040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Sorte</w:t>
            </w:r>
          </w:p>
        </w:tc>
        <w:tc>
          <w:tcPr>
            <w:tcW w:w="2798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5A55" w14:textId="77777777" w:rsidR="00B86040" w:rsidRPr="00E256D9" w:rsidRDefault="00B86040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Nuklide</w:t>
            </w:r>
          </w:p>
        </w:tc>
        <w:tc>
          <w:tcPr>
            <w:tcW w:w="2732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F3F0D" w14:textId="77777777" w:rsidR="00B86040" w:rsidRPr="00FB707F" w:rsidRDefault="00B86040" w:rsidP="008B556D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 w:rsidRPr="00FB707F">
              <w:rPr>
                <w:rFonts w:ascii="Arial" w:hAnsi="Arial" w:cs="Arial"/>
                <w:b/>
                <w:sz w:val="13"/>
                <w:szCs w:val="13"/>
              </w:rPr>
              <w:t>Aktivität</w:t>
            </w:r>
            <w:r w:rsidR="008B556D" w:rsidRPr="00FB707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Pr="00FB707F">
              <w:rPr>
                <w:rFonts w:ascii="Arial" w:hAnsi="Arial" w:cs="Arial"/>
                <w:b/>
                <w:sz w:val="13"/>
                <w:szCs w:val="13"/>
              </w:rPr>
              <w:sym w:font="Symbol" w:char="F05B"/>
            </w:r>
            <w:r w:rsidRPr="00FB707F">
              <w:rPr>
                <w:rFonts w:ascii="Arial" w:hAnsi="Arial" w:cs="Arial"/>
                <w:b/>
                <w:sz w:val="13"/>
                <w:szCs w:val="13"/>
              </w:rPr>
              <w:t>Bq</w:t>
            </w:r>
            <w:r w:rsidRPr="00FB707F">
              <w:rPr>
                <w:rFonts w:ascii="Arial" w:hAnsi="Arial" w:cs="Arial"/>
                <w:b/>
                <w:sz w:val="13"/>
                <w:szCs w:val="13"/>
              </w:rPr>
              <w:sym w:font="Symbol" w:char="F05D"/>
            </w:r>
          </w:p>
          <w:p w14:paraId="5612BD33" w14:textId="77777777" w:rsidR="008B556D" w:rsidRPr="00FB707F" w:rsidRDefault="008B556D" w:rsidP="001B59DB">
            <w:pPr>
              <w:spacing w:before="12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B707F">
              <w:rPr>
                <w:rFonts w:ascii="Arial" w:hAnsi="Arial" w:cs="Arial"/>
                <w:sz w:val="13"/>
                <w:szCs w:val="13"/>
              </w:rPr>
              <w:t>(10</w:t>
            </w:r>
            <w:r w:rsidRPr="00FB707F">
              <w:rPr>
                <w:rFonts w:ascii="Arial" w:hAnsi="Arial" w:cs="Arial"/>
                <w:sz w:val="13"/>
                <w:szCs w:val="13"/>
                <w:vertAlign w:val="superscript"/>
              </w:rPr>
              <w:t>3</w:t>
            </w:r>
            <w:r w:rsidR="001B59DB" w:rsidRPr="00FB707F">
              <w:rPr>
                <w:rFonts w:ascii="Arial" w:hAnsi="Arial" w:cs="Arial"/>
                <w:sz w:val="13"/>
                <w:szCs w:val="13"/>
              </w:rPr>
              <w:t>Bq=1</w:t>
            </w:r>
            <w:r w:rsidRPr="00FB707F">
              <w:rPr>
                <w:rFonts w:ascii="Arial" w:hAnsi="Arial" w:cs="Arial"/>
                <w:sz w:val="13"/>
                <w:szCs w:val="13"/>
              </w:rPr>
              <w:t>kBq</w:t>
            </w:r>
            <w:r w:rsidR="00FB707F">
              <w:rPr>
                <w:rFonts w:ascii="Arial" w:hAnsi="Arial" w:cs="Arial"/>
                <w:sz w:val="13"/>
                <w:szCs w:val="13"/>
              </w:rPr>
              <w:t xml:space="preserve"> ; </w:t>
            </w:r>
            <w:r w:rsidRPr="00FB707F">
              <w:rPr>
                <w:rFonts w:ascii="Arial" w:hAnsi="Arial" w:cs="Arial"/>
                <w:sz w:val="13"/>
                <w:szCs w:val="13"/>
              </w:rPr>
              <w:t>10</w:t>
            </w:r>
            <w:r w:rsidRPr="00FB707F">
              <w:rPr>
                <w:rFonts w:ascii="Arial" w:hAnsi="Arial" w:cs="Arial"/>
                <w:sz w:val="13"/>
                <w:szCs w:val="13"/>
                <w:vertAlign w:val="superscript"/>
              </w:rPr>
              <w:t>6</w:t>
            </w:r>
            <w:r w:rsidR="001B59DB" w:rsidRPr="00FB707F">
              <w:rPr>
                <w:rFonts w:ascii="Arial" w:hAnsi="Arial" w:cs="Arial"/>
                <w:sz w:val="13"/>
                <w:szCs w:val="13"/>
              </w:rPr>
              <w:t>Bq=1</w:t>
            </w:r>
            <w:r w:rsidRPr="00FB707F">
              <w:rPr>
                <w:rFonts w:ascii="Arial" w:hAnsi="Arial" w:cs="Arial"/>
                <w:sz w:val="13"/>
                <w:szCs w:val="13"/>
              </w:rPr>
              <w:t>MBq</w:t>
            </w:r>
            <w:r w:rsidR="00FB707F">
              <w:rPr>
                <w:rFonts w:ascii="Arial" w:hAnsi="Arial" w:cs="Arial"/>
                <w:sz w:val="13"/>
                <w:szCs w:val="13"/>
              </w:rPr>
              <w:t xml:space="preserve"> ; </w:t>
            </w:r>
            <w:r w:rsidRPr="00FB707F">
              <w:rPr>
                <w:rFonts w:ascii="Arial" w:hAnsi="Arial" w:cs="Arial"/>
                <w:sz w:val="13"/>
                <w:szCs w:val="13"/>
              </w:rPr>
              <w:t>10</w:t>
            </w:r>
            <w:r w:rsidRPr="00FB707F">
              <w:rPr>
                <w:rFonts w:ascii="Arial" w:hAnsi="Arial" w:cs="Arial"/>
                <w:sz w:val="13"/>
                <w:szCs w:val="13"/>
                <w:vertAlign w:val="superscript"/>
              </w:rPr>
              <w:t>9</w:t>
            </w:r>
            <w:r w:rsidR="001B59DB" w:rsidRPr="00FB707F">
              <w:rPr>
                <w:rFonts w:ascii="Arial" w:hAnsi="Arial" w:cs="Arial"/>
                <w:sz w:val="13"/>
                <w:szCs w:val="13"/>
              </w:rPr>
              <w:t>Bq=1GB</w:t>
            </w:r>
            <w:r w:rsidR="005F36B6" w:rsidRPr="00FB707F">
              <w:rPr>
                <w:rFonts w:ascii="Arial" w:hAnsi="Arial" w:cs="Arial"/>
                <w:sz w:val="13"/>
                <w:szCs w:val="13"/>
              </w:rPr>
              <w:t>q</w:t>
            </w:r>
            <w:r w:rsidRPr="00FB707F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1716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F12173" w14:textId="77777777" w:rsidR="00B86040" w:rsidRPr="00E256D9" w:rsidRDefault="00B86040" w:rsidP="007A3EC9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Datum</w:t>
            </w:r>
            <w:r w:rsidR="007A3EC9">
              <w:rPr>
                <w:rFonts w:ascii="Arial" w:hAnsi="Arial" w:cs="Arial"/>
                <w:b/>
                <w:sz w:val="18"/>
                <w:szCs w:val="18"/>
              </w:rPr>
              <w:t xml:space="preserve"> der Messung</w:t>
            </w:r>
          </w:p>
        </w:tc>
      </w:tr>
      <w:tr w:rsidR="00C05B46" w:rsidRPr="00B13569" w14:paraId="1F080D32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69A42E50" w14:textId="77777777" w:rsidR="00C05B46" w:rsidRPr="00B13569" w:rsidRDefault="00C05B46" w:rsidP="00FB1680">
            <w:pPr>
              <w:ind w:right="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B06B" w14:textId="77777777" w:rsidR="00C05B46" w:rsidRPr="00B13569" w:rsidRDefault="00C05B46" w:rsidP="00B13569">
            <w:pPr>
              <w:rPr>
                <w:rFonts w:ascii="Arial" w:hAnsi="Arial" w:cs="Arial"/>
                <w:sz w:val="18"/>
                <w:szCs w:val="18"/>
              </w:rPr>
            </w:pPr>
            <w:r w:rsidRPr="00B13569">
              <w:rPr>
                <w:rFonts w:ascii="Arial" w:hAnsi="Arial" w:cs="Arial"/>
                <w:b/>
                <w:sz w:val="18"/>
                <w:szCs w:val="18"/>
              </w:rPr>
              <w:t>A)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B13569">
              <w:rPr>
                <w:rFonts w:ascii="Arial" w:hAnsi="Arial" w:cs="Arial"/>
                <w:sz w:val="18"/>
                <w:szCs w:val="18"/>
              </w:rPr>
              <w:t>Radium-226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CE4B" w14:textId="77777777" w:rsidR="00C05B46" w:rsidRPr="00B13569" w:rsidRDefault="00C05B46" w:rsidP="00DD266B">
            <w:pPr>
              <w:rPr>
                <w:rFonts w:ascii="Arial" w:hAnsi="Arial" w:cs="Arial"/>
                <w:sz w:val="18"/>
                <w:szCs w:val="18"/>
              </w:rPr>
            </w:pPr>
            <w:r w:rsidRPr="00B13569">
              <w:rPr>
                <w:rFonts w:ascii="Arial" w:hAnsi="Arial" w:cs="Arial"/>
                <w:sz w:val="18"/>
                <w:szCs w:val="18"/>
              </w:rPr>
              <w:t>Ra-226</w:t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C96C" w14:textId="77777777" w:rsidR="00C05B46" w:rsidRPr="00B13569" w:rsidRDefault="00C05B4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CAF439" w14:textId="77777777" w:rsidR="00C05B46" w:rsidRPr="00B13569" w:rsidRDefault="00C17286" w:rsidP="00C05B46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66DCFB46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2EEEC84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4404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B)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E256D9">
              <w:rPr>
                <w:rFonts w:ascii="Arial" w:hAnsi="Arial" w:cs="Arial"/>
                <w:sz w:val="18"/>
                <w:szCs w:val="18"/>
              </w:rPr>
              <w:t>Americium-241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32E9" w14:textId="77777777" w:rsidR="00C17286" w:rsidRPr="00E256D9" w:rsidRDefault="00C17286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Am-241</w:t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C606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4A28E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4927A595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46A09687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BB9AAD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C)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übrige </w:t>
            </w:r>
            <w:r w:rsidRPr="0015789C">
              <w:rPr>
                <w:rFonts w:ascii="Arial" w:hAnsi="Arial" w:cs="Arial"/>
                <w:sz w:val="18"/>
                <w:szCs w:val="18"/>
              </w:rPr>
              <w:sym w:font="Symbol" w:char="F061"/>
            </w:r>
            <w:r w:rsidRPr="0015789C">
              <w:rPr>
                <w:rFonts w:ascii="Arial" w:hAnsi="Arial" w:cs="Arial"/>
                <w:sz w:val="18"/>
                <w:szCs w:val="18"/>
              </w:rPr>
              <w:t>-Strahler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AC53" w14:textId="77777777" w:rsidR="00C17286" w:rsidRDefault="00C17286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BEF3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DE3F1A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280E180B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1081681" w14:textId="77777777" w:rsidR="00C17286" w:rsidRPr="00E256D9" w:rsidRDefault="00C17286" w:rsidP="00FB16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541060" w14:textId="77777777" w:rsidR="00C17286" w:rsidRPr="00E256D9" w:rsidRDefault="00C17286" w:rsidP="00FB1680">
            <w:pPr>
              <w:ind w:left="28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37F2" w14:textId="77777777" w:rsidR="00C17286" w:rsidRDefault="00C17286">
            <w:r w:rsidRPr="001E4D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E4D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E4D6D">
              <w:rPr>
                <w:rFonts w:ascii="Arial" w:hAnsi="Arial" w:cs="Arial"/>
                <w:sz w:val="18"/>
                <w:szCs w:val="18"/>
              </w:rPr>
            </w:r>
            <w:r w:rsidRPr="001E4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02F88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6C4E8B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44834314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3FBD270D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FB62" w14:textId="77777777" w:rsidR="00C17286" w:rsidRPr="00E256D9" w:rsidRDefault="00C17286" w:rsidP="00FB1680">
            <w:pPr>
              <w:ind w:left="28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BA63" w14:textId="77777777" w:rsidR="00C17286" w:rsidRDefault="00C17286">
            <w:r w:rsidRPr="001E4D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E4D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E4D6D">
              <w:rPr>
                <w:rFonts w:ascii="Arial" w:hAnsi="Arial" w:cs="Arial"/>
                <w:sz w:val="18"/>
                <w:szCs w:val="18"/>
              </w:rPr>
            </w:r>
            <w:r w:rsidRPr="001E4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E4D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555D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498BC0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4813D052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AB139B1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3CEC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D)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E256D9">
              <w:rPr>
                <w:rFonts w:ascii="Arial" w:hAnsi="Arial" w:cs="Arial"/>
                <w:sz w:val="18"/>
                <w:szCs w:val="18"/>
              </w:rPr>
              <w:t>Tritium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3B" w14:textId="77777777" w:rsidR="00C17286" w:rsidRPr="00E256D9" w:rsidRDefault="00C17286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H-3</w:t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1DE6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32D49F" w14:textId="77777777" w:rsidR="00C17286" w:rsidRDefault="00C17286" w:rsidP="00C17286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524A3F9C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B2BBD98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47F6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E)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E256D9">
              <w:rPr>
                <w:rFonts w:ascii="Arial" w:hAnsi="Arial" w:cs="Arial"/>
                <w:sz w:val="18"/>
                <w:szCs w:val="18"/>
              </w:rPr>
              <w:t>Kohlenstoff-14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76BF" w14:textId="77777777" w:rsidR="00C17286" w:rsidRPr="00E256D9" w:rsidRDefault="00C17286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C-14</w:t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30B6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77A037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5AF52BF7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5773784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996F63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F)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E256D9">
              <w:rPr>
                <w:rFonts w:ascii="Arial" w:hAnsi="Arial" w:cs="Arial"/>
                <w:sz w:val="18"/>
                <w:szCs w:val="18"/>
              </w:rPr>
              <w:t>Radionuklide mit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F7CB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DD84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5708B0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3C9E19B0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0AA48F61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61D3E40" w14:textId="77777777" w:rsidR="00C17286" w:rsidRPr="00E256D9" w:rsidRDefault="00C17286" w:rsidP="00FB1680">
            <w:pPr>
              <w:ind w:left="28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HWZ &gt; 60 Tage,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F811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5D58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FE984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4D780516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84C3946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F3DFF15" w14:textId="77777777" w:rsidR="00C17286" w:rsidRPr="00E256D9" w:rsidRDefault="00C17286" w:rsidP="00FB1680">
            <w:pPr>
              <w:ind w:left="28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inklusive </w:t>
            </w:r>
            <w:r w:rsidRPr="0015789C">
              <w:rPr>
                <w:rFonts w:ascii="Arial" w:hAnsi="Arial" w:cs="Arial"/>
                <w:sz w:val="18"/>
                <w:szCs w:val="18"/>
              </w:rPr>
              <w:sym w:font="Symbol" w:char="F062"/>
            </w:r>
            <w:r w:rsidRPr="0015789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56D9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B80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D534A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613D43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5D1E6D58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067FD5A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06F2FCE" w14:textId="77777777" w:rsidR="00C17286" w:rsidRPr="00E256D9" w:rsidRDefault="00C17286" w:rsidP="00FB1680">
            <w:pPr>
              <w:ind w:left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67"/>
            </w:r>
            <w:r w:rsidRPr="00E256D9">
              <w:rPr>
                <w:rFonts w:ascii="Arial" w:hAnsi="Arial" w:cs="Arial"/>
                <w:sz w:val="18"/>
                <w:szCs w:val="18"/>
              </w:rPr>
              <w:t>-Quellen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979A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B766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4DC228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7E8BCB54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7355A9A0" w14:textId="77777777" w:rsidR="00C17286" w:rsidRPr="00E256D9" w:rsidRDefault="00C17286" w:rsidP="00FB16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859451A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D887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B83F8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927B2A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06F113FD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540443E2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2AD245F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203D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81D5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1F684D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1739E4AF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699890DC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CFA361B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7470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C33B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BB8068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02F2083A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2306CB51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6B2AFAD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641B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14A2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B766DD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33D8D405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A3247AE" w14:textId="77777777" w:rsidR="00C17286" w:rsidRPr="00E256D9" w:rsidRDefault="00C17286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90F1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36E7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3573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4B6E72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48669811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04A9E08" w14:textId="77777777" w:rsidR="00C17286" w:rsidRPr="00E256D9" w:rsidRDefault="00C17286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9D670E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G)</w:t>
            </w:r>
            <w:r w:rsidRPr="00E256D9">
              <w:rPr>
                <w:rFonts w:ascii="Arial" w:hAnsi="Arial" w:cs="Arial"/>
                <w:sz w:val="18"/>
                <w:szCs w:val="18"/>
              </w:rPr>
              <w:tab/>
              <w:t>Neutronenquellen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6F3B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20E6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D1D1B2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17286" w:rsidRPr="00E256D9" w14:paraId="31A6AE20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22E4AE80" w14:textId="77777777" w:rsidR="00C17286" w:rsidRPr="00E256D9" w:rsidRDefault="00C17286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7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0734AD" w14:textId="77777777" w:rsidR="00C17286" w:rsidRPr="00E256D9" w:rsidRDefault="00C17286" w:rsidP="00FB1680">
            <w:pPr>
              <w:ind w:left="283" w:hanging="28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7C91F6" w14:textId="77777777" w:rsidR="00C17286" w:rsidRDefault="00C17286">
            <w:r w:rsidRPr="007D773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773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D7736">
              <w:rPr>
                <w:rFonts w:ascii="Arial" w:hAnsi="Arial" w:cs="Arial"/>
                <w:sz w:val="18"/>
                <w:szCs w:val="18"/>
              </w:rPr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D773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32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2F85E49" w14:textId="77777777" w:rsidR="00C17286" w:rsidRPr="00B13569" w:rsidRDefault="00C17286" w:rsidP="00D7357F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6D460124" w14:textId="77777777" w:rsidR="00C17286" w:rsidRDefault="00C17286" w:rsidP="00C17286">
            <w:pPr>
              <w:jc w:val="center"/>
            </w:pPr>
            <w:r w:rsidRPr="00950F1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50F1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50F1C">
              <w:rPr>
                <w:rFonts w:ascii="Arial" w:hAnsi="Arial" w:cs="Arial"/>
                <w:sz w:val="18"/>
                <w:szCs w:val="18"/>
              </w:rPr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50F1C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7357F" w:rsidRPr="00E256D9" w14:paraId="7CEBD43D" w14:textId="77777777" w:rsidTr="007A3EC9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</w:tcPr>
          <w:p w14:paraId="6272D8C4" w14:textId="77777777" w:rsidR="00D7357F" w:rsidRPr="00E256D9" w:rsidRDefault="00D7357F" w:rsidP="00FB1680">
            <w:pPr>
              <w:spacing w:before="60" w:after="60"/>
              <w:ind w:right="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643" w:type="dxa"/>
            <w:gridSpan w:val="45"/>
            <w:tcBorders>
              <w:top w:val="single" w:sz="12" w:space="0" w:color="auto"/>
              <w:bottom w:val="single" w:sz="12" w:space="0" w:color="auto"/>
            </w:tcBorders>
          </w:tcPr>
          <w:p w14:paraId="6AF2BA8E" w14:textId="77777777" w:rsidR="00D7357F" w:rsidRPr="00E256D9" w:rsidRDefault="00D7357F" w:rsidP="00FB168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Allgemeine Angaben zur Innenverpackung (IV)</w:t>
            </w:r>
          </w:p>
        </w:tc>
      </w:tr>
      <w:tr w:rsidR="00D7357F" w:rsidRPr="00E256D9" w14:paraId="16D8BB46" w14:textId="77777777" w:rsidTr="007A3EC9">
        <w:trPr>
          <w:trHeight w:hRule="exact" w:val="312"/>
        </w:trPr>
        <w:tc>
          <w:tcPr>
            <w:tcW w:w="84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3A35B2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3.1</w:t>
            </w:r>
          </w:p>
        </w:tc>
        <w:tc>
          <w:tcPr>
            <w:tcW w:w="353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1A2AF284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der IV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6105" w:type="dxa"/>
            <w:gridSpan w:val="38"/>
            <w:tcBorders>
              <w:top w:val="single" w:sz="12" w:space="0" w:color="auto"/>
              <w:bottom w:val="single" w:sz="4" w:space="0" w:color="auto"/>
            </w:tcBorders>
          </w:tcPr>
          <w:p w14:paraId="7CA66760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der IV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4" w:name="Text20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  <w:tr w:rsidR="00D7357F" w:rsidRPr="00E256D9" w14:paraId="2F0B6F69" w14:textId="77777777" w:rsidTr="007A3EC9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2767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3.2</w:t>
            </w:r>
          </w:p>
        </w:tc>
        <w:tc>
          <w:tcPr>
            <w:tcW w:w="3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54C05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Aktivität in der Masse   </w:t>
            </w:r>
            <w:bookmarkStart w:id="5" w:name="Kontrollkästchen1"/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6105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14:paraId="38123F19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Aktivität an der Oberfläche  </w:t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D7357F" w:rsidRPr="00E256D9" w14:paraId="3FB48880" w14:textId="77777777" w:rsidTr="007A3EC9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4BDD400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3.3</w:t>
            </w:r>
          </w:p>
        </w:tc>
        <w:tc>
          <w:tcPr>
            <w:tcW w:w="3538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17B016E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kontaminiert:</w:t>
            </w:r>
          </w:p>
        </w:tc>
        <w:tc>
          <w:tcPr>
            <w:tcW w:w="1843" w:type="dxa"/>
            <w:gridSpan w:val="16"/>
            <w:tcBorders>
              <w:top w:val="single" w:sz="4" w:space="0" w:color="auto"/>
              <w:bottom w:val="nil"/>
            </w:tcBorders>
          </w:tcPr>
          <w:p w14:paraId="46F2B559" w14:textId="77777777" w:rsidR="00D7357F" w:rsidRPr="00E256D9" w:rsidRDefault="00D7357F" w:rsidP="00FB1680">
            <w:pPr>
              <w:tabs>
                <w:tab w:val="left" w:pos="1403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393" w:type="dxa"/>
            <w:gridSpan w:val="11"/>
            <w:tcBorders>
              <w:top w:val="single" w:sz="4" w:space="0" w:color="auto"/>
              <w:bottom w:val="nil"/>
            </w:tcBorders>
          </w:tcPr>
          <w:p w14:paraId="6823EFBF" w14:textId="77777777" w:rsidR="00D7357F" w:rsidRPr="00E256D9" w:rsidRDefault="00D7357F" w:rsidP="00CA70F8">
            <w:pPr>
              <w:tabs>
                <w:tab w:val="left" w:pos="158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5B1591D" w14:textId="77777777" w:rsidR="00D7357F" w:rsidRPr="00E256D9" w:rsidRDefault="00D7357F" w:rsidP="00FB16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0BCFECD5" w14:textId="77777777" w:rsidTr="007A3EC9">
        <w:trPr>
          <w:trHeight w:hRule="exact" w:val="240"/>
        </w:trPr>
        <w:tc>
          <w:tcPr>
            <w:tcW w:w="8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0BE55D9C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38" w:type="dxa"/>
            <w:gridSpan w:val="7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7944EB9B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aktiviert:</w:t>
            </w:r>
          </w:p>
        </w:tc>
        <w:tc>
          <w:tcPr>
            <w:tcW w:w="1843" w:type="dxa"/>
            <w:gridSpan w:val="16"/>
            <w:tcBorders>
              <w:top w:val="nil"/>
              <w:bottom w:val="single" w:sz="12" w:space="0" w:color="auto"/>
            </w:tcBorders>
          </w:tcPr>
          <w:p w14:paraId="640F9384" w14:textId="77777777" w:rsidR="00D7357F" w:rsidRPr="00E256D9" w:rsidRDefault="00D7357F" w:rsidP="00FB1680">
            <w:pPr>
              <w:tabs>
                <w:tab w:val="left" w:pos="1403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393" w:type="dxa"/>
            <w:gridSpan w:val="11"/>
            <w:tcBorders>
              <w:top w:val="nil"/>
              <w:bottom w:val="single" w:sz="12" w:space="0" w:color="auto"/>
            </w:tcBorders>
          </w:tcPr>
          <w:p w14:paraId="449B12AF" w14:textId="77777777" w:rsidR="00D7357F" w:rsidRPr="00E256D9" w:rsidRDefault="00D7357F" w:rsidP="00CA70F8">
            <w:pPr>
              <w:tabs>
                <w:tab w:val="left" w:pos="158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C28945A" w14:textId="77777777" w:rsidR="00D7357F" w:rsidRPr="00E256D9" w:rsidRDefault="00D7357F" w:rsidP="00FB168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DE11AA" w14:paraId="72FCE52F" w14:textId="77777777" w:rsidTr="007A3EC9">
        <w:trPr>
          <w:trHeight w:hRule="exact" w:val="426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D5A55" w14:textId="77777777" w:rsidR="00D7357F" w:rsidRPr="00E256D9" w:rsidRDefault="00D7357F" w:rsidP="001B0410">
            <w:pPr>
              <w:spacing w:before="60" w:after="60"/>
              <w:ind w:right="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787" w:type="dxa"/>
            <w:gridSpan w:val="1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3F3622" w14:textId="77777777" w:rsidR="00D7357F" w:rsidRPr="00DE11AA" w:rsidRDefault="00D7357F" w:rsidP="001B0410">
            <w:pPr>
              <w:spacing w:before="60" w:after="60"/>
              <w:ind w:right="74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Sicherheitsrelevante Angaben</w:t>
            </w:r>
          </w:p>
        </w:tc>
        <w:tc>
          <w:tcPr>
            <w:tcW w:w="1564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0CAC97" w14:textId="77777777" w:rsidR="00D7357F" w:rsidRPr="00DE11AA" w:rsidRDefault="00D7357F" w:rsidP="001B0410">
            <w:pPr>
              <w:spacing w:before="60" w:after="60"/>
              <w:ind w:right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45E89C" w14:textId="77777777" w:rsidR="00D7357F" w:rsidRPr="00DE11AA" w:rsidRDefault="00D7357F" w:rsidP="001B0410">
            <w:pPr>
              <w:spacing w:before="60" w:after="60"/>
              <w:ind w:right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69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F974A6" w14:textId="77777777" w:rsidR="00D7357F" w:rsidRPr="00DE11AA" w:rsidRDefault="00D7357F" w:rsidP="001B0410">
            <w:pPr>
              <w:spacing w:before="60" w:after="60"/>
              <w:ind w:right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7357F" w:rsidRPr="00E256D9" w14:paraId="442DC2EE" w14:textId="77777777" w:rsidTr="007A3EC9">
        <w:trPr>
          <w:trHeight w:hRule="exact" w:val="240"/>
        </w:trPr>
        <w:tc>
          <w:tcPr>
            <w:tcW w:w="848" w:type="dxa"/>
            <w:tcBorders>
              <w:top w:val="single" w:sz="12" w:space="0" w:color="auto"/>
              <w:right w:val="single" w:sz="4" w:space="0" w:color="auto"/>
            </w:tcBorders>
          </w:tcPr>
          <w:p w14:paraId="6AF13707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4787" w:type="dxa"/>
            <w:gridSpan w:val="18"/>
            <w:tcBorders>
              <w:top w:val="single" w:sz="12" w:space="0" w:color="auto"/>
              <w:left w:val="single" w:sz="4" w:space="0" w:color="auto"/>
            </w:tcBorders>
          </w:tcPr>
          <w:p w14:paraId="42D90A98" w14:textId="77777777" w:rsidR="00D7357F" w:rsidRPr="00E256D9" w:rsidRDefault="00D7357F" w:rsidP="001B0410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Der radioaktive Rohabfall ist</w:t>
            </w:r>
          </w:p>
        </w:tc>
        <w:tc>
          <w:tcPr>
            <w:tcW w:w="1564" w:type="dxa"/>
            <w:gridSpan w:val="11"/>
            <w:tcBorders>
              <w:top w:val="single" w:sz="12" w:space="0" w:color="auto"/>
            </w:tcBorders>
          </w:tcPr>
          <w:p w14:paraId="1B783739" w14:textId="77777777" w:rsidR="00D7357F" w:rsidRPr="00E256D9" w:rsidRDefault="00D7357F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3" w:type="dxa"/>
            <w:gridSpan w:val="5"/>
            <w:tcBorders>
              <w:top w:val="single" w:sz="12" w:space="0" w:color="auto"/>
            </w:tcBorders>
          </w:tcPr>
          <w:p w14:paraId="6DEB3C8D" w14:textId="77777777" w:rsidR="00D7357F" w:rsidRPr="00E256D9" w:rsidRDefault="00D7357F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9" w:type="dxa"/>
            <w:gridSpan w:val="11"/>
            <w:tcBorders>
              <w:top w:val="single" w:sz="12" w:space="0" w:color="auto"/>
            </w:tcBorders>
          </w:tcPr>
          <w:p w14:paraId="747EEBEC" w14:textId="77777777" w:rsidR="00D7357F" w:rsidRPr="00E256D9" w:rsidRDefault="00D7357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0DC0941D" w14:textId="77777777" w:rsidTr="007A3EC9">
        <w:trPr>
          <w:cantSplit/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2A9C0A97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4F0C6F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</w:tcBorders>
          </w:tcPr>
          <w:p w14:paraId="569CE666" w14:textId="77777777" w:rsidR="00D7357F" w:rsidRPr="00E256D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toxisch</w:t>
            </w:r>
          </w:p>
        </w:tc>
        <w:tc>
          <w:tcPr>
            <w:tcW w:w="1843" w:type="dxa"/>
            <w:gridSpan w:val="6"/>
          </w:tcPr>
          <w:p w14:paraId="5C3FBC5B" w14:textId="77777777" w:rsidR="00D7357F" w:rsidRPr="00E256D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infektiös</w:t>
            </w:r>
          </w:p>
        </w:tc>
        <w:tc>
          <w:tcPr>
            <w:tcW w:w="1842" w:type="dxa"/>
            <w:gridSpan w:val="16"/>
          </w:tcPr>
          <w:p w14:paraId="1429DF14" w14:textId="77777777" w:rsidR="00D7357F" w:rsidRPr="00E256D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ätzend</w:t>
            </w:r>
          </w:p>
        </w:tc>
        <w:tc>
          <w:tcPr>
            <w:tcW w:w="2105" w:type="dxa"/>
            <w:gridSpan w:val="8"/>
          </w:tcPr>
          <w:p w14:paraId="255FCAF3" w14:textId="77777777" w:rsidR="00D7357F" w:rsidRPr="00E256D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korrosiv</w:t>
            </w:r>
          </w:p>
        </w:tc>
        <w:tc>
          <w:tcPr>
            <w:tcW w:w="1869" w:type="dxa"/>
            <w:gridSpan w:val="11"/>
          </w:tcPr>
          <w:p w14:paraId="66F98718" w14:textId="77777777" w:rsidR="00D7357F" w:rsidRPr="00E256D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wasserlöslich</w:t>
            </w:r>
          </w:p>
        </w:tc>
      </w:tr>
      <w:tr w:rsidR="00D7357F" w:rsidRPr="00E256D9" w14:paraId="516ACCDC" w14:textId="77777777" w:rsidTr="007A3EC9">
        <w:trPr>
          <w:cantSplit/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2FFEE1B2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025363D" w14:textId="77777777" w:rsidR="00D7357F" w:rsidRPr="00E256D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wärme</w:t>
            </w:r>
            <w:r w:rsidRPr="00E256D9">
              <w:rPr>
                <w:rFonts w:ascii="Arial" w:hAnsi="Arial" w:cs="Arial"/>
                <w:sz w:val="18"/>
                <w:szCs w:val="18"/>
              </w:rPr>
              <w:t>entwickelnd</w:t>
            </w:r>
          </w:p>
        </w:tc>
        <w:tc>
          <w:tcPr>
            <w:tcW w:w="1843" w:type="dxa"/>
            <w:gridSpan w:val="6"/>
          </w:tcPr>
          <w:p w14:paraId="0E9EB46E" w14:textId="77777777" w:rsidR="00D7357F" w:rsidRPr="00E256D9" w:rsidRDefault="00D7357F" w:rsidP="001B0410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entflammbar</w:t>
            </w:r>
          </w:p>
        </w:tc>
        <w:tc>
          <w:tcPr>
            <w:tcW w:w="1842" w:type="dxa"/>
            <w:gridSpan w:val="16"/>
            <w:tcBorders>
              <w:bottom w:val="nil"/>
            </w:tcBorders>
          </w:tcPr>
          <w:p w14:paraId="797C9382" w14:textId="77777777" w:rsidR="00D7357F" w:rsidRPr="00E256D9" w:rsidRDefault="00D7357F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brennbar</w:t>
            </w:r>
          </w:p>
        </w:tc>
        <w:tc>
          <w:tcPr>
            <w:tcW w:w="2105" w:type="dxa"/>
            <w:gridSpan w:val="8"/>
          </w:tcPr>
          <w:p w14:paraId="3B33E13B" w14:textId="77777777" w:rsidR="00D7357F" w:rsidRPr="00E256D9" w:rsidRDefault="00D7357F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explosiv</w:t>
            </w:r>
          </w:p>
        </w:tc>
        <w:tc>
          <w:tcPr>
            <w:tcW w:w="1869" w:type="dxa"/>
            <w:gridSpan w:val="11"/>
          </w:tcPr>
          <w:p w14:paraId="505469C7" w14:textId="77777777" w:rsidR="00D7357F" w:rsidRPr="00E256D9" w:rsidRDefault="00D7357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17163A39" w14:textId="77777777" w:rsidTr="007A3EC9">
        <w:trPr>
          <w:cantSplit/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0941FE66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3C946CD" w14:textId="77777777" w:rsidR="00D7357F" w:rsidRPr="00E256D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reaktiv</w:t>
            </w:r>
          </w:p>
        </w:tc>
        <w:tc>
          <w:tcPr>
            <w:tcW w:w="709" w:type="dxa"/>
            <w:gridSpan w:val="2"/>
          </w:tcPr>
          <w:p w14:paraId="1BAE05B6" w14:textId="77777777" w:rsidR="00D7357F" w:rsidRPr="00E256D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womit:</w:t>
            </w:r>
          </w:p>
        </w:tc>
        <w:bookmarkStart w:id="6" w:name="Text93"/>
        <w:tc>
          <w:tcPr>
            <w:tcW w:w="2976" w:type="dxa"/>
            <w:gridSpan w:val="20"/>
            <w:tcBorders>
              <w:top w:val="nil"/>
              <w:bottom w:val="dashed" w:sz="4" w:space="0" w:color="auto"/>
            </w:tcBorders>
          </w:tcPr>
          <w:p w14:paraId="7E1DC56B" w14:textId="77777777" w:rsidR="00D7357F" w:rsidRPr="00E256D9" w:rsidRDefault="00C05B46" w:rsidP="001B04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105" w:type="dxa"/>
            <w:gridSpan w:val="8"/>
            <w:tcBorders>
              <w:top w:val="nil"/>
              <w:bottom w:val="dashed" w:sz="4" w:space="0" w:color="auto"/>
            </w:tcBorders>
          </w:tcPr>
          <w:p w14:paraId="572BA3D0" w14:textId="77777777" w:rsidR="00D7357F" w:rsidRPr="00E256D9" w:rsidRDefault="00D7357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3" w:type="dxa"/>
            <w:gridSpan w:val="10"/>
            <w:tcBorders>
              <w:top w:val="nil"/>
              <w:bottom w:val="dashed" w:sz="4" w:space="0" w:color="auto"/>
            </w:tcBorders>
          </w:tcPr>
          <w:p w14:paraId="40384BD6" w14:textId="77777777" w:rsidR="00D7357F" w:rsidRPr="00E256D9" w:rsidRDefault="00D7357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" w:type="dxa"/>
          </w:tcPr>
          <w:p w14:paraId="4AC23273" w14:textId="77777777" w:rsidR="00D7357F" w:rsidRPr="00E256D9" w:rsidRDefault="00D7357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15135B17" w14:textId="77777777" w:rsidTr="00C2049A">
        <w:trPr>
          <w:cantSplit/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4AC46B62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left w:val="single" w:sz="4" w:space="0" w:color="auto"/>
            </w:tcBorders>
            <w:shd w:val="clear" w:color="auto" w:fill="auto"/>
          </w:tcPr>
          <w:p w14:paraId="6C585DCC" w14:textId="77777777" w:rsidR="00D7357F" w:rsidRPr="00E256D9" w:rsidRDefault="00D7357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3439B299" w14:textId="77777777" w:rsidTr="00B47214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29A3E20" w14:textId="77777777" w:rsidR="00D7357F" w:rsidRPr="00E256D9" w:rsidRDefault="00D7357F" w:rsidP="00C2049A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538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24E1104" w14:textId="77777777" w:rsidR="00D7357F" w:rsidRPr="00A1260A" w:rsidRDefault="00D7357F" w:rsidP="00C204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1260A">
              <w:rPr>
                <w:rFonts w:ascii="Arial" w:hAnsi="Arial" w:cs="Arial"/>
                <w:b/>
                <w:sz w:val="18"/>
                <w:szCs w:val="18"/>
              </w:rPr>
              <w:t>Quecksilber</w:t>
            </w:r>
          </w:p>
        </w:tc>
        <w:tc>
          <w:tcPr>
            <w:tcW w:w="1852" w:type="dxa"/>
            <w:gridSpan w:val="17"/>
            <w:tcBorders>
              <w:top w:val="single" w:sz="4" w:space="0" w:color="auto"/>
              <w:bottom w:val="nil"/>
            </w:tcBorders>
          </w:tcPr>
          <w:p w14:paraId="57EF938E" w14:textId="77777777" w:rsidR="00D7357F" w:rsidRPr="00E256D9" w:rsidRDefault="00D7357F" w:rsidP="00C2049A">
            <w:pPr>
              <w:tabs>
                <w:tab w:val="left" w:pos="1403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384" w:type="dxa"/>
            <w:gridSpan w:val="10"/>
            <w:tcBorders>
              <w:top w:val="single" w:sz="4" w:space="0" w:color="auto"/>
              <w:bottom w:val="nil"/>
            </w:tcBorders>
          </w:tcPr>
          <w:p w14:paraId="1CFC84E8" w14:textId="77777777" w:rsidR="00D7357F" w:rsidRPr="00E256D9" w:rsidRDefault="00D7357F" w:rsidP="00C2049A">
            <w:pPr>
              <w:tabs>
                <w:tab w:val="left" w:pos="158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1E83755A" w14:textId="77777777" w:rsidR="00D7357F" w:rsidRPr="00E256D9" w:rsidRDefault="00D7357F" w:rsidP="00C2049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2F015F42" w14:textId="77777777" w:rsidTr="00B47214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4855433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14:paraId="29FC0058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A60550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7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26A3A1" w14:textId="77777777" w:rsidR="00D7357F" w:rsidRPr="00E256D9" w:rsidRDefault="00D7357F" w:rsidP="001B0410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definierte Chemikalien</w:t>
            </w:r>
          </w:p>
        </w:tc>
        <w:tc>
          <w:tcPr>
            <w:tcW w:w="1843" w:type="dxa"/>
            <w:gridSpan w:val="16"/>
            <w:tcBorders>
              <w:top w:val="single" w:sz="4" w:space="0" w:color="auto"/>
              <w:bottom w:val="nil"/>
            </w:tcBorders>
          </w:tcPr>
          <w:p w14:paraId="0C6041F7" w14:textId="77777777" w:rsidR="00D7357F" w:rsidRPr="00E256D9" w:rsidRDefault="00D7357F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384" w:type="dxa"/>
            <w:gridSpan w:val="10"/>
            <w:tcBorders>
              <w:top w:val="single" w:sz="4" w:space="0" w:color="auto"/>
              <w:bottom w:val="nil"/>
            </w:tcBorders>
          </w:tcPr>
          <w:p w14:paraId="63CF587A" w14:textId="77777777" w:rsidR="00D7357F" w:rsidRPr="00E256D9" w:rsidRDefault="00D7357F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nil"/>
            </w:tcBorders>
          </w:tcPr>
          <w:p w14:paraId="24821F8E" w14:textId="77777777" w:rsidR="00D7357F" w:rsidRPr="00E256D9" w:rsidRDefault="00D7357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55EEBBBD" w14:textId="77777777" w:rsidTr="00C2049A">
        <w:trPr>
          <w:trHeight w:hRule="exact" w:val="240"/>
        </w:trPr>
        <w:tc>
          <w:tcPr>
            <w:tcW w:w="8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62B02431" w14:textId="77777777" w:rsidR="00D7357F" w:rsidRPr="00E256D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1A695501" w14:textId="77777777" w:rsidR="00D7357F" w:rsidRPr="00E256D9" w:rsidRDefault="00D7357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IUPAC-Name: </w:t>
            </w:r>
            <w:bookmarkStart w:id="7" w:name="Text92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D7357F" w:rsidRPr="00E256D9" w14:paraId="40979C3C" w14:textId="77777777" w:rsidTr="007B39BF">
        <w:trPr>
          <w:trHeight w:hRule="exact" w:val="761"/>
        </w:trPr>
        <w:tc>
          <w:tcPr>
            <w:tcW w:w="4962" w:type="dxa"/>
            <w:gridSpan w:val="16"/>
            <w:tcBorders>
              <w:top w:val="single" w:sz="12" w:space="0" w:color="auto"/>
              <w:bottom w:val="nil"/>
            </w:tcBorders>
            <w:vAlign w:val="center"/>
          </w:tcPr>
          <w:p w14:paraId="42A51A3A" w14:textId="6FF83007" w:rsidR="00D7357F" w:rsidRPr="00E256D9" w:rsidRDefault="00D7357F" w:rsidP="005F48A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lastRenderedPageBreak/>
              <w:t>Begleitkarte für radioaktiven Rohabfall</w:t>
            </w:r>
          </w:p>
        </w:tc>
        <w:tc>
          <w:tcPr>
            <w:tcW w:w="5529" w:type="dxa"/>
            <w:gridSpan w:val="30"/>
            <w:tcBorders>
              <w:top w:val="single" w:sz="12" w:space="0" w:color="auto"/>
              <w:bottom w:val="nil"/>
            </w:tcBorders>
            <w:vAlign w:val="center"/>
          </w:tcPr>
          <w:p w14:paraId="52EBF15F" w14:textId="77777777" w:rsidR="00D7357F" w:rsidRPr="00E256D9" w:rsidRDefault="005F48AD" w:rsidP="005F48A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Kennzeichen an der Innenverpackung</w:t>
            </w:r>
          </w:p>
        </w:tc>
      </w:tr>
      <w:tr w:rsidR="007B39BF" w:rsidRPr="00E256D9" w14:paraId="35A28BD7" w14:textId="77777777" w:rsidTr="000E3616">
        <w:trPr>
          <w:cantSplit/>
          <w:trHeight w:hRule="exact" w:val="320"/>
        </w:trPr>
        <w:tc>
          <w:tcPr>
            <w:tcW w:w="4510" w:type="dxa"/>
            <w:gridSpan w:val="10"/>
            <w:tcBorders>
              <w:right w:val="single" w:sz="12" w:space="0" w:color="auto"/>
            </w:tcBorders>
            <w:vAlign w:val="center"/>
          </w:tcPr>
          <w:p w14:paraId="135171A8" w14:textId="77777777" w:rsidR="007B39BF" w:rsidRPr="00E256D9" w:rsidRDefault="007B39BF" w:rsidP="000E36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Innenverpackung (IV)</w:t>
            </w:r>
            <w:r w:rsidR="00A657ED">
              <w:rPr>
                <w:rFonts w:ascii="Arial" w:hAnsi="Arial" w:cs="Arial"/>
                <w:b/>
                <w:sz w:val="18"/>
                <w:szCs w:val="18"/>
              </w:rPr>
              <w:t xml:space="preserve">    Seite 2</w:t>
            </w:r>
          </w:p>
        </w:tc>
        <w:tc>
          <w:tcPr>
            <w:tcW w:w="4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1F4ED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DF919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9F51E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ED7337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8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69CD70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B0DF7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539320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3FF6AA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E6888A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0D31F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8046EC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2D8C7A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72D565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182EB" w14:textId="77777777" w:rsidR="007B39BF" w:rsidRPr="00E256D9" w:rsidRDefault="007B39BF" w:rsidP="000E3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256D9">
              <w:rPr>
                <w:rFonts w:ascii="Arial" w:hAnsi="Arial" w:cs="Arial"/>
                <w:sz w:val="18"/>
                <w:szCs w:val="18"/>
              </w:rPr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43" w:type="dxa"/>
            <w:gridSpan w:val="2"/>
            <w:tcBorders>
              <w:left w:val="single" w:sz="12" w:space="0" w:color="auto"/>
            </w:tcBorders>
          </w:tcPr>
          <w:p w14:paraId="42B85BB2" w14:textId="77777777" w:rsidR="007B39BF" w:rsidRPr="00E256D9" w:rsidRDefault="007B39BF" w:rsidP="000E36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F48AD" w:rsidRPr="00E256D9" w14:paraId="63031ECD" w14:textId="77777777" w:rsidTr="000E3616">
        <w:trPr>
          <w:trHeight w:hRule="exact" w:val="238"/>
        </w:trPr>
        <w:tc>
          <w:tcPr>
            <w:tcW w:w="4915" w:type="dxa"/>
            <w:gridSpan w:val="13"/>
            <w:tcBorders>
              <w:bottom w:val="single" w:sz="12" w:space="0" w:color="auto"/>
            </w:tcBorders>
          </w:tcPr>
          <w:p w14:paraId="37DB7838" w14:textId="77777777" w:rsidR="005F48AD" w:rsidRPr="00E256D9" w:rsidRDefault="005F48AD" w:rsidP="000E3616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15"/>
            <w:tcBorders>
              <w:bottom w:val="single" w:sz="12" w:space="0" w:color="auto"/>
            </w:tcBorders>
          </w:tcPr>
          <w:p w14:paraId="799FD043" w14:textId="77777777" w:rsidR="005F48AD" w:rsidRPr="00E256D9" w:rsidRDefault="005F48AD" w:rsidP="000E3616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56D9">
              <w:rPr>
                <w:rFonts w:ascii="Arial" w:hAnsi="Arial" w:cs="Arial"/>
                <w:sz w:val="18"/>
                <w:szCs w:val="18"/>
              </w:rPr>
              <w:t>Lieferant</w:t>
            </w:r>
          </w:p>
        </w:tc>
        <w:tc>
          <w:tcPr>
            <w:tcW w:w="1453" w:type="dxa"/>
            <w:gridSpan w:val="5"/>
            <w:tcBorders>
              <w:bottom w:val="single" w:sz="12" w:space="0" w:color="auto"/>
            </w:tcBorders>
          </w:tcPr>
          <w:p w14:paraId="030584F8" w14:textId="77777777" w:rsidR="005F48AD" w:rsidRPr="00E256D9" w:rsidRDefault="005F48AD" w:rsidP="000E3616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56D9">
              <w:rPr>
                <w:rFonts w:ascii="Arial" w:hAnsi="Arial" w:cs="Arial"/>
                <w:sz w:val="18"/>
                <w:szCs w:val="18"/>
              </w:rPr>
              <w:t>Jahr</w:t>
            </w:r>
          </w:p>
        </w:tc>
        <w:tc>
          <w:tcPr>
            <w:tcW w:w="1270" w:type="dxa"/>
            <w:gridSpan w:val="8"/>
            <w:tcBorders>
              <w:bottom w:val="single" w:sz="12" w:space="0" w:color="auto"/>
            </w:tcBorders>
          </w:tcPr>
          <w:p w14:paraId="05CABD7E" w14:textId="77777777" w:rsidR="005F48AD" w:rsidRPr="00E256D9" w:rsidRDefault="005F48AD" w:rsidP="000E3616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VP Nr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52" w:type="dxa"/>
            <w:gridSpan w:val="5"/>
            <w:tcBorders>
              <w:bottom w:val="single" w:sz="12" w:space="0" w:color="auto"/>
            </w:tcBorders>
          </w:tcPr>
          <w:p w14:paraId="4DD4425F" w14:textId="77777777" w:rsidR="005F48AD" w:rsidRPr="00E256D9" w:rsidRDefault="005F48AD" w:rsidP="000E3616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IV Nr.</w:t>
            </w:r>
          </w:p>
        </w:tc>
      </w:tr>
      <w:tr w:rsidR="00D7357F" w:rsidRPr="00E256D9" w14:paraId="5EF562C2" w14:textId="77777777" w:rsidTr="007A3EC9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C18966" w14:textId="77777777" w:rsidR="00D7357F" w:rsidRPr="00E256D9" w:rsidRDefault="00D7357F" w:rsidP="002C38A0">
            <w:pPr>
              <w:spacing w:before="60" w:after="60"/>
              <w:ind w:right="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643" w:type="dxa"/>
            <w:gridSpan w:val="4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C0C93F" w14:textId="77777777" w:rsidR="00D7357F" w:rsidRPr="00E256D9" w:rsidRDefault="00D7357F" w:rsidP="002C38A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Deklaration der Materialien im radioaktiven Rohabfall</w:t>
            </w:r>
          </w:p>
        </w:tc>
      </w:tr>
      <w:tr w:rsidR="00D7357F" w:rsidRPr="00E256D9" w14:paraId="3183EB47" w14:textId="77777777" w:rsidTr="006415E7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DA8366" w14:textId="77777777" w:rsidR="00D7357F" w:rsidRPr="00E256D9" w:rsidRDefault="00D7357F" w:rsidP="00FB1680">
            <w:pPr>
              <w:spacing w:before="60" w:after="6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8825" w14:textId="77777777" w:rsidR="00D7357F" w:rsidRPr="00E256D9" w:rsidRDefault="00D7357F" w:rsidP="00FB168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Klasse</w:t>
            </w:r>
          </w:p>
        </w:tc>
        <w:tc>
          <w:tcPr>
            <w:tcW w:w="8789" w:type="dxa"/>
            <w:gridSpan w:val="4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B46ADBD" w14:textId="77777777" w:rsidR="00D7357F" w:rsidRPr="00E256D9" w:rsidRDefault="00D7357F" w:rsidP="00FB168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Stoffe</w:t>
            </w:r>
          </w:p>
        </w:tc>
      </w:tr>
      <w:tr w:rsidR="00D7357F" w:rsidRPr="00E256D9" w14:paraId="364F1FB6" w14:textId="77777777" w:rsidTr="00A152A1">
        <w:trPr>
          <w:cantSplit/>
          <w:trHeight w:hRule="exact" w:val="240"/>
        </w:trPr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CE5BE70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C798A5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37B021" w14:textId="77777777" w:rsidR="00D7357F" w:rsidRPr="00E256D9" w:rsidRDefault="00D7357F" w:rsidP="00A152A1">
            <w:pPr>
              <w:tabs>
                <w:tab w:val="left" w:pos="571"/>
              </w:tabs>
              <w:ind w:right="106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gasförmig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CD90E" w14:textId="77777777" w:rsidR="00D7357F" w:rsidRPr="00E256D9" w:rsidRDefault="00D7357F" w:rsidP="00A152A1">
            <w:pPr>
              <w:tabs>
                <w:tab w:val="left" w:pos="2243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56D9">
              <w:rPr>
                <w:rFonts w:ascii="Arial" w:hAnsi="Arial" w:cs="Arial"/>
                <w:sz w:val="18"/>
                <w:szCs w:val="18"/>
              </w:rPr>
              <w:tab/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9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CF9353" w14:textId="77777777" w:rsidR="00D7357F" w:rsidRPr="00E256D9" w:rsidRDefault="00D7357F" w:rsidP="00A152A1">
            <w:pPr>
              <w:tabs>
                <w:tab w:val="left" w:pos="571"/>
              </w:tabs>
              <w:ind w:right="106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53BB8E" w14:textId="77777777" w:rsidR="00D7357F" w:rsidRPr="00E256D9" w:rsidRDefault="00D7357F" w:rsidP="00A152A1">
            <w:pPr>
              <w:tabs>
                <w:tab w:val="left" w:pos="571"/>
              </w:tabs>
              <w:ind w:right="106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Druck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bar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8" w:name="Text55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D7357F" w:rsidRPr="00E256D9" w14:paraId="3D3186E7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4805CE4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4D27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349F17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Beschreibung: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9" w:name="Text54"/>
            <w:r w:rsidR="008D179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8D179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8D179E">
              <w:rPr>
                <w:rFonts w:ascii="Arial" w:hAnsi="Arial" w:cs="Arial"/>
                <w:sz w:val="18"/>
                <w:szCs w:val="18"/>
              </w:rPr>
            </w:r>
            <w:r w:rsidR="008D179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D179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D179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D179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D179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D179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D179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C831F7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10" w:name="Text56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</w:tr>
      <w:tr w:rsidR="00D7357F" w:rsidRPr="00E256D9" w14:paraId="4C80B1FC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0113245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.2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C25F8E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D87FF0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flüssig,</w:t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organisch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0DA41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1AEB4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8806FC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7F3E9386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0038F27B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B1BAC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C2157CC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Oele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06320BD3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256D9">
              <w:rPr>
                <w:rFonts w:ascii="Arial" w:hAnsi="Arial" w:cs="Arial"/>
                <w:sz w:val="18"/>
                <w:szCs w:val="18"/>
              </w:rPr>
              <w:tab/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48FC418B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106B4B90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11" w:name="Text57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</w:tr>
      <w:tr w:rsidR="00D7357F" w:rsidRPr="00E256D9" w14:paraId="1B58D0CC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right w:val="single" w:sz="4" w:space="0" w:color="auto"/>
            </w:tcBorders>
          </w:tcPr>
          <w:p w14:paraId="1EAE6F12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7D4E4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</w:tcBorders>
            <w:vAlign w:val="center"/>
          </w:tcPr>
          <w:p w14:paraId="6CDEF003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Lösungsmittel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64" w:type="dxa"/>
            <w:gridSpan w:val="11"/>
            <w:tcBorders>
              <w:top w:val="nil"/>
            </w:tcBorders>
            <w:vAlign w:val="center"/>
          </w:tcPr>
          <w:p w14:paraId="3FAAA457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nil"/>
            </w:tcBorders>
            <w:vAlign w:val="center"/>
          </w:tcPr>
          <w:p w14:paraId="106F842F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nil"/>
            </w:tcBorders>
            <w:vAlign w:val="center"/>
          </w:tcPr>
          <w:p w14:paraId="212ECC1A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12" w:name="Text58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</w:tr>
      <w:tr w:rsidR="00D7357F" w:rsidRPr="00E256D9" w14:paraId="4CD8DFFA" w14:textId="77777777" w:rsidTr="00A152A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394EE34C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2B580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left w:val="single" w:sz="4" w:space="0" w:color="auto"/>
            </w:tcBorders>
            <w:vAlign w:val="center"/>
          </w:tcPr>
          <w:p w14:paraId="25A9AFA4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Halogenhaltig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64" w:type="dxa"/>
            <w:gridSpan w:val="11"/>
            <w:vAlign w:val="center"/>
          </w:tcPr>
          <w:p w14:paraId="79C3ECA2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vAlign w:val="center"/>
          </w:tcPr>
          <w:p w14:paraId="6C59FCAF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vAlign w:val="center"/>
          </w:tcPr>
          <w:p w14:paraId="533FACE6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13" w:name="Text59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</w:tr>
      <w:tr w:rsidR="00D7357F" w:rsidRPr="00E256D9" w14:paraId="14112084" w14:textId="77777777" w:rsidTr="00A152A1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37154D4B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2F70F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left w:val="single" w:sz="4" w:space="0" w:color="auto"/>
              <w:bottom w:val="nil"/>
            </w:tcBorders>
            <w:vAlign w:val="center"/>
          </w:tcPr>
          <w:p w14:paraId="6F0CD8DB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Szintillationslösung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64" w:type="dxa"/>
            <w:gridSpan w:val="11"/>
            <w:tcBorders>
              <w:bottom w:val="nil"/>
            </w:tcBorders>
            <w:vAlign w:val="center"/>
          </w:tcPr>
          <w:p w14:paraId="5AE844AA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bottom w:val="nil"/>
            </w:tcBorders>
            <w:vAlign w:val="center"/>
          </w:tcPr>
          <w:p w14:paraId="1B9F1862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bottom w:val="nil"/>
            </w:tcBorders>
            <w:vAlign w:val="center"/>
          </w:tcPr>
          <w:p w14:paraId="41772D49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14" w:name="Text60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</w:tr>
      <w:tr w:rsidR="00D7357F" w:rsidRPr="00E256D9" w14:paraId="1AD1BCA0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0191701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8444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5A2E4C5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andere (Beschreibung): </w:t>
            </w:r>
            <w:bookmarkStart w:id="15" w:name="Text53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869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252F18A8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16" w:name="Text61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D7357F" w:rsidRPr="00E256D9" w14:paraId="28563A60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3E068F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.3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8EA43F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FC7F3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flüssig, wässerig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67E8E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20028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CA798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17" w:name="Text62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</w:p>
        </w:tc>
      </w:tr>
      <w:tr w:rsidR="008D179E" w:rsidRPr="00E256D9" w14:paraId="5807B4F8" w14:textId="77777777" w:rsidTr="00360C97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F0A4BA5" w14:textId="77777777" w:rsidR="008D179E" w:rsidRPr="00E256D9" w:rsidRDefault="008D179E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B975" w14:textId="77777777" w:rsidR="008D179E" w:rsidRPr="00E256D9" w:rsidRDefault="008D179E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B800A" w14:textId="77777777" w:rsidR="008D179E" w:rsidRPr="00E256D9" w:rsidRDefault="008D179E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Beschreibung:</w:t>
            </w:r>
            <w:bookmarkStart w:id="18" w:name="Text36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19" w:name="Text64"/>
            <w:bookmarkEnd w:id="18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BE4DD" w14:textId="77777777" w:rsidR="008D179E" w:rsidRPr="00E256D9" w:rsidRDefault="008D179E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pH-Wert: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0" w:name="Text63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</w:tr>
      <w:tr w:rsidR="00D7357F" w:rsidRPr="00E256D9" w14:paraId="10A612CC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AB68142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.4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89A1CA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06991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est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 xml:space="preserve"> organisch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EDFCE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CAC8B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407A5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3213C320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E2BC505" w14:textId="77777777" w:rsidR="00D7357F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323167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09DF511" w14:textId="77777777" w:rsidR="00D7357F" w:rsidRDefault="00D7357F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zelluloseartige Materialien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66CF4CF0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39C79184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3826583C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35FEE93A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right w:val="single" w:sz="4" w:space="0" w:color="auto"/>
            </w:tcBorders>
          </w:tcPr>
          <w:p w14:paraId="3B31677C" w14:textId="77777777" w:rsidR="00D7357F" w:rsidRPr="00E256D9" w:rsidRDefault="00D7357F" w:rsidP="00FB1680">
            <w:pPr>
              <w:ind w:right="7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BD71C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9" w:type="dxa"/>
            <w:gridSpan w:val="4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B584FEB" w14:textId="77777777" w:rsidR="00D7357F" w:rsidRPr="00E256D9" w:rsidRDefault="00D7357F" w:rsidP="00A152A1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(Papier, Karton, Zellstoff, Baumwolle, etc.)</w:t>
            </w:r>
          </w:p>
        </w:tc>
      </w:tr>
      <w:tr w:rsidR="00D7357F" w:rsidRPr="00E256D9" w14:paraId="40F9364C" w14:textId="77777777" w:rsidTr="00A152A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0F461D7B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5AF22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97C6EB5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Beschreibung: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1" w:name="Text91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869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35B02145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22" w:name="Text70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</w:tr>
      <w:tr w:rsidR="00D7357F" w:rsidRPr="00E256D9" w14:paraId="74AD9AB6" w14:textId="77777777" w:rsidTr="00A152A1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33A4E078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433C9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E8377D7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hochmolekulare Organika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44995A6E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nil"/>
              <w:bottom w:val="nil"/>
            </w:tcBorders>
            <w:vAlign w:val="center"/>
          </w:tcPr>
          <w:p w14:paraId="4A2F1A62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nil"/>
              <w:bottom w:val="nil"/>
            </w:tcBorders>
            <w:vAlign w:val="center"/>
          </w:tcPr>
          <w:p w14:paraId="0C13F513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F00D7C" w14:paraId="6533F1AC" w14:textId="77777777" w:rsidTr="00A152A1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43153CE4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DCB93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2078A97" w14:textId="77777777" w:rsidR="00D7357F" w:rsidRPr="000E0251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0E0251">
              <w:rPr>
                <w:rFonts w:ascii="Arial" w:hAnsi="Arial" w:cs="Arial"/>
                <w:sz w:val="18"/>
                <w:szCs w:val="18"/>
                <w:lang w:val="fr-CH"/>
              </w:rPr>
              <w:t>(Bitumen, Polystyrol, Harze, PVC, etc.)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465C8192" w14:textId="77777777" w:rsidR="00D7357F" w:rsidRPr="000E0251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423" w:type="dxa"/>
            <w:gridSpan w:val="5"/>
            <w:tcBorders>
              <w:top w:val="nil"/>
              <w:bottom w:val="nil"/>
            </w:tcBorders>
            <w:vAlign w:val="center"/>
          </w:tcPr>
          <w:p w14:paraId="65E39926" w14:textId="77777777" w:rsidR="00D7357F" w:rsidRPr="000E0251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1"/>
            <w:tcBorders>
              <w:top w:val="nil"/>
              <w:bottom w:val="nil"/>
            </w:tcBorders>
            <w:vAlign w:val="center"/>
          </w:tcPr>
          <w:p w14:paraId="67774236" w14:textId="77777777" w:rsidR="00D7357F" w:rsidRPr="000E0251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D7357F" w:rsidRPr="00E256D9" w14:paraId="56FD7D67" w14:textId="77777777" w:rsidTr="00A152A1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14CB4E72" w14:textId="77777777" w:rsidR="00D7357F" w:rsidRPr="000E0251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D21A9" w14:textId="77777777" w:rsidR="00D7357F" w:rsidRPr="000E0251" w:rsidRDefault="00D7357F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F513DB6" w14:textId="77777777" w:rsidR="00D7357F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E256D9">
              <w:rPr>
                <w:rFonts w:ascii="Arial" w:hAnsi="Arial" w:cs="Arial"/>
                <w:sz w:val="18"/>
                <w:szCs w:val="18"/>
              </w:rPr>
              <w:t>alogenhaltig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6AB96FD7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nil"/>
              <w:bottom w:val="nil"/>
            </w:tcBorders>
            <w:vAlign w:val="center"/>
          </w:tcPr>
          <w:p w14:paraId="67048DB4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nil"/>
              <w:bottom w:val="nil"/>
            </w:tcBorders>
            <w:vAlign w:val="center"/>
          </w:tcPr>
          <w:p w14:paraId="34BD233C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64C2996C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C0B2A1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BF00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E594E25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Beschreibung: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3" w:name="Text69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869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2317D7E8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24" w:name="Text90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</w:tr>
      <w:tr w:rsidR="00D7357F" w:rsidRPr="00E256D9" w14:paraId="34A3337A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884C2A4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.5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BD177" w14:textId="77777777" w:rsidR="00D7357F" w:rsidRPr="00E256D9" w:rsidRDefault="00D7357F" w:rsidP="00FB1680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0F8B70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metallisch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50CEB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D8D48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1CAF0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5" w:name="Text89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</w:tr>
      <w:tr w:rsidR="00D7357F" w:rsidRPr="00E256D9" w14:paraId="7740B492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3FAA470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43B6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9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C99407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Materialbeschreibung: </w:t>
            </w:r>
            <w:bookmarkStart w:id="26" w:name="Text68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</w:tc>
      </w:tr>
      <w:tr w:rsidR="00D7357F" w:rsidRPr="00E256D9" w14:paraId="593932B0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85C31B0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.6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EAEF19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E37AD4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andere Feststoffe</w:t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C14AC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1D57C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7EF6E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>:</w:t>
            </w:r>
            <w:bookmarkStart w:id="27" w:name="Text37"/>
            <w:r w:rsidRPr="00E256D9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8" w:name="Text71"/>
            <w:bookmarkEnd w:id="27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</w:p>
        </w:tc>
      </w:tr>
      <w:tr w:rsidR="00D7357F" w:rsidRPr="00E256D9" w14:paraId="1A783CC6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5A8114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8865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9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B8A60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Beschreibung (Formel, Symbol oder IUPAC-Name): </w:t>
            </w:r>
            <w:bookmarkStart w:id="29" w:name="Text67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</w:p>
        </w:tc>
      </w:tr>
      <w:tr w:rsidR="00D7357F" w:rsidRPr="00E256D9" w14:paraId="02CD6D41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1C03EBD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33A517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512153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fest, gemischt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828F2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A3CD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3F226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30" w:name="Text72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</w:p>
        </w:tc>
      </w:tr>
      <w:tr w:rsidR="00D7357F" w:rsidRPr="00E256D9" w14:paraId="309AFC73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DE51B1A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68AB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9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B5701E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Materialbeschreibung: </w:t>
            </w:r>
            <w:bookmarkStart w:id="31" w:name="Text77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</w:p>
        </w:tc>
      </w:tr>
      <w:tr w:rsidR="00D7357F" w:rsidRPr="00E256D9" w14:paraId="3BCF7085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4D3A18B" w14:textId="77777777" w:rsidR="00D7357F" w:rsidRPr="00E256D9" w:rsidRDefault="00D7357F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.8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91C34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EBAE09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Schlämme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0837C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0FB52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6595F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32" w:name="Text73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</w:p>
        </w:tc>
      </w:tr>
      <w:tr w:rsidR="00D7357F" w:rsidRPr="00E256D9" w14:paraId="3A7635A3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01C8472" w14:textId="77777777" w:rsidR="00D7357F" w:rsidRPr="00E256D9" w:rsidRDefault="00D7357F" w:rsidP="00785E4A">
            <w:pPr>
              <w:ind w:right="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D2FF" w14:textId="77777777" w:rsidR="00D7357F" w:rsidRPr="00E256D9" w:rsidRDefault="00D7357F" w:rsidP="00FB16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9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D8425A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Materialbeschreibung: </w:t>
            </w:r>
            <w:bookmarkStart w:id="33" w:name="Text78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</w:p>
        </w:tc>
      </w:tr>
      <w:tr w:rsidR="00D7357F" w:rsidRPr="00E256D9" w14:paraId="0C27E96A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3F4835E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.9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60AAE1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884BA3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Sperrgut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A7425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697AB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547FF" w14:textId="77777777" w:rsidR="00D7357F" w:rsidRPr="00E256D9" w:rsidRDefault="00D7357F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34" w:name="Text74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</w:p>
        </w:tc>
      </w:tr>
      <w:tr w:rsidR="00D7357F" w:rsidRPr="00E256D9" w14:paraId="7CF4667B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723250EF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E154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96C1AC6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Abmessungen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m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35" w:name="Text79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034BEDCF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12EEC371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6CCC8417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Volumen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l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36" w:name="Text75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</w:p>
        </w:tc>
      </w:tr>
      <w:tr w:rsidR="00D7357F" w:rsidRPr="00E256D9" w14:paraId="68BDC55E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0C6DE6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FC14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9" w:type="dxa"/>
            <w:gridSpan w:val="4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C3357D8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Materialbeschreibung: </w:t>
            </w:r>
            <w:bookmarkStart w:id="37" w:name="Text80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</w:p>
        </w:tc>
      </w:tr>
      <w:tr w:rsidR="00D7357F" w:rsidRPr="00E256D9" w14:paraId="4AD44030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349A76D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.10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A8D93D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A2CE6E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biologisch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62090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BFC8B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43E3B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38" w:name="Text76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</w:p>
        </w:tc>
      </w:tr>
      <w:tr w:rsidR="00D7357F" w:rsidRPr="00E256D9" w14:paraId="2DDA324F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right w:val="single" w:sz="4" w:space="0" w:color="auto"/>
            </w:tcBorders>
          </w:tcPr>
          <w:p w14:paraId="4BAF5ADC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D9991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3391BE1" w14:textId="77777777" w:rsidR="00D7357F" w:rsidRPr="00E256D9" w:rsidRDefault="00D7357F" w:rsidP="00A152A1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infektiös: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50EF5629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08C9516B" w14:textId="77777777" w:rsidR="00D7357F" w:rsidRPr="00E256D9" w:rsidRDefault="00D7357F" w:rsidP="00A152A1">
            <w:pPr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2E452647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2915B018" w14:textId="77777777" w:rsidTr="00A152A1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26C8C33D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6BA05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A4B613A" w14:textId="77777777" w:rsidR="00D7357F" w:rsidRPr="00E256D9" w:rsidRDefault="00D7357F" w:rsidP="00A152A1">
            <w:pPr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faulend: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18DDE163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nil"/>
              <w:bottom w:val="nil"/>
            </w:tcBorders>
            <w:vAlign w:val="center"/>
          </w:tcPr>
          <w:p w14:paraId="131C5B59" w14:textId="77777777" w:rsidR="00D7357F" w:rsidRPr="00E256D9" w:rsidRDefault="00D7357F" w:rsidP="00A152A1">
            <w:pPr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nil"/>
              <w:bottom w:val="nil"/>
            </w:tcBorders>
            <w:vAlign w:val="center"/>
          </w:tcPr>
          <w:p w14:paraId="41E92AA4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6932FAB1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0114C61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FFE6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B851284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Beschreibung: </w:t>
            </w:r>
            <w:bookmarkStart w:id="39" w:name="Text81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564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4B242473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3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44972918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9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761044F9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39578390" w14:textId="77777777" w:rsidTr="00A152A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3C84A6A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256D9">
              <w:rPr>
                <w:rFonts w:ascii="Arial" w:hAnsi="Arial" w:cs="Arial"/>
                <w:b/>
                <w:sz w:val="18"/>
                <w:szCs w:val="18"/>
              </w:rPr>
              <w:t>.11</w:t>
            </w:r>
          </w:p>
          <w:p w14:paraId="15DBB6DA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90283B7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83D7FF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024DA5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geschl. Strahlenquellen nach StSV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97E06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45FCF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C4172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562DB359" w14:textId="77777777" w:rsidTr="00A152A1">
        <w:trPr>
          <w:trHeight w:hRule="exact" w:val="240"/>
        </w:trPr>
        <w:tc>
          <w:tcPr>
            <w:tcW w:w="848" w:type="dxa"/>
            <w:tcBorders>
              <w:top w:val="nil"/>
              <w:right w:val="single" w:sz="4" w:space="0" w:color="auto"/>
            </w:tcBorders>
          </w:tcPr>
          <w:p w14:paraId="6D5EFA49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AD97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174696E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besondere Form: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69FD3FE7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338981CC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3D453E3C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ISO-Nr.:</w:t>
            </w:r>
          </w:p>
        </w:tc>
        <w:bookmarkStart w:id="40" w:name="Text82"/>
        <w:tc>
          <w:tcPr>
            <w:tcW w:w="831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4715672" w14:textId="77777777" w:rsidR="00D7357F" w:rsidRPr="00E256D9" w:rsidRDefault="00C05B46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66" w:type="dxa"/>
            <w:tcBorders>
              <w:top w:val="single" w:sz="4" w:space="0" w:color="auto"/>
              <w:bottom w:val="nil"/>
            </w:tcBorders>
            <w:vAlign w:val="center"/>
          </w:tcPr>
          <w:p w14:paraId="2B0E144E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5235C673" w14:textId="77777777" w:rsidTr="00A152A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32465452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F1D9259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8441E4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08E56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9C15029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Quelle dicht, kontaminationsfrei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282D0359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nil"/>
              <w:bottom w:val="nil"/>
            </w:tcBorders>
            <w:vAlign w:val="center"/>
          </w:tcPr>
          <w:p w14:paraId="61E627A0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nil"/>
              <w:bottom w:val="nil"/>
            </w:tcBorders>
            <w:vAlign w:val="center"/>
          </w:tcPr>
          <w:p w14:paraId="558B0B1A" w14:textId="77777777" w:rsidR="00D7357F" w:rsidRPr="00E256D9" w:rsidRDefault="00D7357F" w:rsidP="000E025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nach StSV Art. </w:t>
            </w:r>
            <w:r w:rsidR="000E0251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D7357F" w:rsidRPr="00E256D9" w14:paraId="06827FB3" w14:textId="77777777" w:rsidTr="00A152A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740B1A18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4EF45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78C2148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Originalverpackung: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75E57A41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nil"/>
              <w:bottom w:val="nil"/>
            </w:tcBorders>
            <w:vAlign w:val="center"/>
          </w:tcPr>
          <w:p w14:paraId="7F900B2B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nil"/>
              <w:bottom w:val="nil"/>
            </w:tcBorders>
            <w:vAlign w:val="center"/>
          </w:tcPr>
          <w:p w14:paraId="54095EB1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634AD47A" w14:textId="77777777" w:rsidTr="00A152A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5769AFDF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CE08C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97" w:type="dxa"/>
            <w:gridSpan w:val="2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8F08DE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der gesamten Verpackung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41" w:name="Text83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423" w:type="dxa"/>
            <w:gridSpan w:val="5"/>
            <w:tcBorders>
              <w:top w:val="nil"/>
              <w:bottom w:val="nil"/>
            </w:tcBorders>
            <w:vAlign w:val="center"/>
          </w:tcPr>
          <w:p w14:paraId="7153F45A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9" w:type="dxa"/>
            <w:gridSpan w:val="11"/>
            <w:tcBorders>
              <w:top w:val="nil"/>
              <w:bottom w:val="nil"/>
            </w:tcBorders>
            <w:vAlign w:val="center"/>
          </w:tcPr>
          <w:p w14:paraId="3CD21A61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6283D144" w14:textId="77777777" w:rsidTr="00A152A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48C632F9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E4E73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9" w:type="dxa"/>
            <w:gridSpan w:val="4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234835F" w14:textId="77777777" w:rsidR="00D7357F" w:rsidRPr="00E256D9" w:rsidRDefault="00D7357F" w:rsidP="00A152A1">
            <w:pPr>
              <w:ind w:right="121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>Beschreibung des Abschirmungsmaterials: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42" w:name="Text84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2"/>
          </w:p>
          <w:p w14:paraId="23A09513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405F33BC" w14:textId="77777777" w:rsidTr="00A152A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760015F6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6CA9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F0779F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b/>
                <w:sz w:val="18"/>
                <w:szCs w:val="18"/>
              </w:rPr>
              <w:t>Neutronenquellen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9DBB6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Ja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EC3DD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Nein </w:t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256D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952CB">
              <w:rPr>
                <w:rFonts w:ascii="Arial" w:hAnsi="Arial" w:cs="Arial"/>
                <w:sz w:val="18"/>
                <w:szCs w:val="18"/>
              </w:rPr>
            </w:r>
            <w:r w:rsidR="00A952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256D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CBA98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E256D9" w14:paraId="17DA633A" w14:textId="77777777" w:rsidTr="00A152A1">
        <w:trPr>
          <w:trHeight w:hRule="exact" w:val="240"/>
        </w:trPr>
        <w:tc>
          <w:tcPr>
            <w:tcW w:w="848" w:type="dxa"/>
            <w:tcBorders>
              <w:bottom w:val="single" w:sz="12" w:space="0" w:color="auto"/>
              <w:right w:val="single" w:sz="4" w:space="0" w:color="auto"/>
            </w:tcBorders>
          </w:tcPr>
          <w:p w14:paraId="1F5076F6" w14:textId="77777777" w:rsidR="00D7357F" w:rsidRPr="00E256D9" w:rsidRDefault="00D7357F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06FAA" w14:textId="77777777" w:rsidR="00D7357F" w:rsidRPr="00E256D9" w:rsidRDefault="00D7357F" w:rsidP="00E333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EF8C4B7" w14:textId="77777777" w:rsidR="00D7357F" w:rsidRPr="00E256D9" w:rsidRDefault="00D7357F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Abschirmmaterial: </w:t>
            </w:r>
            <w:bookmarkStart w:id="43" w:name="Text85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089F9958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6DCA77EB" w14:textId="77777777" w:rsidR="00D7357F" w:rsidRPr="00E256D9" w:rsidRDefault="00D7357F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9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0B675FFF" w14:textId="77777777" w:rsidR="00D7357F" w:rsidRPr="00E256D9" w:rsidRDefault="00D7357F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</w:rPr>
            </w:pPr>
            <w:r w:rsidRPr="00E256D9">
              <w:rPr>
                <w:rFonts w:ascii="Arial" w:hAnsi="Arial" w:cs="Arial"/>
                <w:sz w:val="18"/>
                <w:szCs w:val="18"/>
              </w:rPr>
              <w:t xml:space="preserve">Masse 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E256D9">
              <w:rPr>
                <w:rFonts w:ascii="Arial" w:hAnsi="Arial" w:cs="Arial"/>
                <w:sz w:val="18"/>
                <w:szCs w:val="18"/>
              </w:rPr>
              <w:t>kg</w:t>
            </w:r>
            <w:r w:rsidRPr="00E256D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E256D9">
              <w:rPr>
                <w:rFonts w:ascii="Arial" w:hAnsi="Arial" w:cs="Arial"/>
                <w:sz w:val="18"/>
                <w:szCs w:val="18"/>
              </w:rPr>
              <w:t xml:space="preserve">: </w:t>
            </w:r>
            <w:bookmarkStart w:id="44" w:name="Text86"/>
            <w:r w:rsidR="00C05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C05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C05B46">
              <w:rPr>
                <w:rFonts w:ascii="Arial" w:hAnsi="Arial" w:cs="Arial"/>
                <w:sz w:val="18"/>
                <w:szCs w:val="18"/>
              </w:rPr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05B4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4"/>
          </w:p>
        </w:tc>
      </w:tr>
      <w:tr w:rsidR="00D7357F" w:rsidRPr="00E256D9" w14:paraId="0A3DAA68" w14:textId="77777777" w:rsidTr="007A3EC9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1D5448" w14:textId="77777777" w:rsidR="00D7357F" w:rsidRPr="00E256D9" w:rsidRDefault="00D7357F" w:rsidP="001B0410">
            <w:pPr>
              <w:spacing w:before="60" w:after="60"/>
              <w:ind w:right="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9643" w:type="dxa"/>
            <w:gridSpan w:val="4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370813" w14:textId="77777777" w:rsidR="00D7357F" w:rsidRPr="00E256D9" w:rsidRDefault="00D7357F" w:rsidP="001B041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Bestätigung der Angaben</w:t>
            </w:r>
          </w:p>
        </w:tc>
      </w:tr>
      <w:tr w:rsidR="00D7357F" w:rsidRPr="00685CA9" w14:paraId="4E2D2BD7" w14:textId="77777777" w:rsidTr="009B409E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769"/>
        </w:trPr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ABF01AA" w14:textId="77777777" w:rsidR="00D7357F" w:rsidRPr="00685CA9" w:rsidRDefault="00D7357F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0CAFC535" w14:textId="77777777" w:rsidR="00D7357F" w:rsidRPr="00685CA9" w:rsidRDefault="00D7357F" w:rsidP="005B234B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Der Unterzeichner bestätigt die Richtigkeit aller in dieser Begleitkarte zum radioaktiven Rohabfall gemachten </w:t>
            </w:r>
            <w:r>
              <w:rPr>
                <w:rFonts w:ascii="Arial" w:hAnsi="Arial" w:cs="Arial"/>
                <w:sz w:val="18"/>
                <w:szCs w:val="18"/>
              </w:rPr>
              <w:t xml:space="preserve">Angaben </w:t>
            </w:r>
            <w:r w:rsidRPr="009B409E">
              <w:rPr>
                <w:rFonts w:ascii="Arial" w:hAnsi="Arial" w:cs="Arial"/>
                <w:sz w:val="18"/>
                <w:szCs w:val="18"/>
              </w:rPr>
              <w:t>sowie die Vollständigkeit der Stoff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B409E">
              <w:rPr>
                <w:rFonts w:ascii="Arial" w:hAnsi="Arial" w:cs="Arial"/>
                <w:sz w:val="18"/>
                <w:szCs w:val="18"/>
              </w:rPr>
              <w:t xml:space="preserve"> und Materialangaben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7357F" w:rsidRPr="00685CA9" w14:paraId="00EBD9B9" w14:textId="77777777" w:rsidTr="006415E7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434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14:paraId="35F7A9AD" w14:textId="77777777" w:rsidR="00D7357F" w:rsidRPr="00685CA9" w:rsidRDefault="00D7357F" w:rsidP="001B0410">
            <w:pPr>
              <w:ind w:right="7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353221" w14:textId="77777777" w:rsidR="00D7357F" w:rsidRPr="00685CA9" w:rsidRDefault="00D7357F" w:rsidP="001B041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Ort:</w:t>
            </w:r>
          </w:p>
        </w:tc>
        <w:bookmarkStart w:id="45" w:name="Text87"/>
        <w:tc>
          <w:tcPr>
            <w:tcW w:w="3257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08D1057E" w14:textId="77777777" w:rsidR="00D7357F" w:rsidRPr="00685CA9" w:rsidRDefault="00C17286" w:rsidP="001B04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C5CA8" w14:textId="77777777" w:rsidR="00D7357F" w:rsidRPr="00685CA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B877A" w14:textId="77777777" w:rsidR="00D7357F" w:rsidRPr="00685CA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Datum:</w:t>
            </w:r>
          </w:p>
        </w:tc>
        <w:bookmarkStart w:id="46" w:name="Text88"/>
        <w:tc>
          <w:tcPr>
            <w:tcW w:w="3412" w:type="dxa"/>
            <w:gridSpan w:val="19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01592320" w14:textId="77777777" w:rsidR="00D7357F" w:rsidRPr="00685CA9" w:rsidRDefault="00C17286" w:rsidP="001B041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1278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3A520E5" w14:textId="77777777" w:rsidR="00D7357F" w:rsidRPr="00685CA9" w:rsidRDefault="00D7357F" w:rsidP="001B04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685CA9" w14:paraId="7200C7A8" w14:textId="77777777" w:rsidTr="007A3EC9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657"/>
        </w:trPr>
        <w:tc>
          <w:tcPr>
            <w:tcW w:w="848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0C35B1" w14:textId="77777777" w:rsidR="00D7357F" w:rsidRPr="00685CA9" w:rsidRDefault="00D7357F" w:rsidP="001B0410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07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74BCF1" w14:textId="77777777" w:rsidR="00D7357F" w:rsidRPr="00685CA9" w:rsidRDefault="00D7357F" w:rsidP="002157E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Firmenstempel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36" w:type="dxa"/>
            <w:gridSpan w:val="3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7812F4F" w14:textId="77777777" w:rsidR="00D7357F" w:rsidRPr="00685CA9" w:rsidRDefault="00D7357F" w:rsidP="002157E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Unterschrift des Strahlenschutzsachverständigen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D7357F" w:rsidRPr="00685CA9" w14:paraId="39D55C96" w14:textId="77777777" w:rsidTr="007A3EC9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885"/>
        </w:trPr>
        <w:tc>
          <w:tcPr>
            <w:tcW w:w="8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F86FB2" w14:textId="77777777" w:rsidR="00D7357F" w:rsidRPr="00685CA9" w:rsidRDefault="00D7357F" w:rsidP="001B0410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E1B64A" w14:textId="77777777" w:rsidR="00D7357F" w:rsidRPr="00685CA9" w:rsidRDefault="00D7357F" w:rsidP="001B0410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7" w:type="dxa"/>
            <w:gridSpan w:val="9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011AF853" w14:textId="77777777" w:rsidR="00D7357F" w:rsidRPr="00685CA9" w:rsidRDefault="00D7357F" w:rsidP="001B0410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278D" w14:textId="77777777" w:rsidR="00D7357F" w:rsidRPr="00685CA9" w:rsidRDefault="00D7357F" w:rsidP="001B0410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3" w:type="dxa"/>
            <w:gridSpan w:val="23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7ABB03D1" w14:textId="77777777" w:rsidR="00D7357F" w:rsidRPr="00685CA9" w:rsidRDefault="00D7357F" w:rsidP="001B0410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38E6C15" w14:textId="77777777" w:rsidR="00D7357F" w:rsidRPr="00685CA9" w:rsidRDefault="00D7357F" w:rsidP="001B0410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7F" w:rsidRPr="00685CA9" w14:paraId="51BE0875" w14:textId="77777777" w:rsidTr="00C2049A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05"/>
        </w:trPr>
        <w:tc>
          <w:tcPr>
            <w:tcW w:w="8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4DC32E" w14:textId="77777777" w:rsidR="00D7357F" w:rsidRPr="00685CA9" w:rsidRDefault="00D7357F" w:rsidP="001B0410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43" w:type="dxa"/>
            <w:gridSpan w:val="4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74589A3" w14:textId="77777777" w:rsidR="00D7357F" w:rsidRPr="00685CA9" w:rsidRDefault="00D7357F" w:rsidP="001B0410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574CF8" w14:textId="77777777" w:rsidR="003509E8" w:rsidRPr="003509E8" w:rsidRDefault="003509E8" w:rsidP="00F2399F"/>
    <w:sectPr w:rsidR="003509E8" w:rsidRPr="003509E8" w:rsidSect="00083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85" w:right="1134" w:bottom="680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8AB6" w14:textId="77777777" w:rsidR="00556722" w:rsidRDefault="00556722">
      <w:r>
        <w:separator/>
      </w:r>
    </w:p>
  </w:endnote>
  <w:endnote w:type="continuationSeparator" w:id="0">
    <w:p w14:paraId="6357C31B" w14:textId="77777777" w:rsidR="00556722" w:rsidRDefault="0055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1848" w14:textId="77777777" w:rsidR="00A952CB" w:rsidRDefault="00A952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5986" w14:textId="77777777" w:rsidR="00A952CB" w:rsidRDefault="00A952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851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90"/>
    </w:tblGrid>
    <w:tr w:rsidR="00A152A1" w14:paraId="4CC0A3C8" w14:textId="77777777" w:rsidTr="005E7184">
      <w:trPr>
        <w:cantSplit/>
        <w:trHeight w:hRule="exact" w:val="709"/>
      </w:trPr>
      <w:tc>
        <w:tcPr>
          <w:tcW w:w="10490" w:type="dxa"/>
          <w:vAlign w:val="bottom"/>
        </w:tcPr>
        <w:p w14:paraId="12DD3ED8" w14:textId="77777777" w:rsidR="00A152A1" w:rsidRDefault="00A152A1" w:rsidP="008A1362">
          <w:pPr>
            <w:pStyle w:val="Fuzeile"/>
            <w:jc w:val="right"/>
          </w:pPr>
          <w:bookmarkStart w:id="47" w:name="_Hlk112468646"/>
          <w:r>
            <w:rPr>
              <w:rStyle w:val="Seitenzahl"/>
            </w:rPr>
            <w:t>Rückseite beachten</w:t>
          </w:r>
        </w:p>
      </w:tc>
    </w:tr>
    <w:bookmarkEnd w:id="47"/>
  </w:tbl>
  <w:p w14:paraId="15581C28" w14:textId="77777777" w:rsidR="00A152A1" w:rsidRDefault="00A152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07F1D" w14:textId="77777777" w:rsidR="00556722" w:rsidRDefault="00556722">
      <w:r>
        <w:separator/>
      </w:r>
    </w:p>
  </w:footnote>
  <w:footnote w:type="continuationSeparator" w:id="0">
    <w:p w14:paraId="6DED7D6B" w14:textId="77777777" w:rsidR="00556722" w:rsidRDefault="00556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1C2A" w14:textId="77777777" w:rsidR="00A952CB" w:rsidRDefault="00A952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7E46" w14:textId="77777777" w:rsidR="00A952CB" w:rsidRDefault="00A952C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85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99"/>
      <w:gridCol w:w="3748"/>
      <w:gridCol w:w="3543"/>
    </w:tblGrid>
    <w:tr w:rsidR="00A152A1" w:rsidRPr="00956B51" w14:paraId="14CB13C9" w14:textId="77777777" w:rsidTr="00C9081E">
      <w:trPr>
        <w:cantSplit/>
        <w:trHeight w:val="857"/>
      </w:trPr>
      <w:tc>
        <w:tcPr>
          <w:tcW w:w="3199" w:type="dxa"/>
          <w:tcBorders>
            <w:bottom w:val="nil"/>
          </w:tcBorders>
        </w:tcPr>
        <w:p w14:paraId="3A3A1D12" w14:textId="1B000762" w:rsidR="00A152A1" w:rsidRPr="00956B51" w:rsidRDefault="00F00D7C">
          <w:pPr>
            <w:ind w:left="284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6B28060D" wp14:editId="1FB7457F">
                <wp:extent cx="1434465" cy="603250"/>
                <wp:effectExtent l="0" t="0" r="0" b="6350"/>
                <wp:docPr id="3" name="Grafik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333" b="29584"/>
                        <a:stretch/>
                      </pic:blipFill>
                      <pic:spPr bwMode="auto">
                        <a:xfrm>
                          <a:off x="0" y="0"/>
                          <a:ext cx="1434465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8" w:type="dxa"/>
          <w:tcBorders>
            <w:bottom w:val="nil"/>
          </w:tcBorders>
        </w:tcPr>
        <w:p w14:paraId="627A1E71" w14:textId="77777777" w:rsidR="00A152A1" w:rsidRPr="00956B51" w:rsidRDefault="00F8649C" w:rsidP="00C9081E">
          <w:pPr>
            <w:rPr>
              <w:rFonts w:ascii="Arial" w:hAnsi="Arial" w:cs="Arial"/>
            </w:rPr>
          </w:pPr>
          <w:r w:rsidRPr="00956B51">
            <w:rPr>
              <w:rFonts w:ascii="Arial" w:hAnsi="Arial" w:cs="Arial"/>
              <w:noProof/>
              <w:lang w:eastAsia="de-CH"/>
            </w:rPr>
            <w:drawing>
              <wp:inline distT="0" distB="0" distL="0" distR="0" wp14:anchorId="42DD6301" wp14:editId="422BEB10">
                <wp:extent cx="1981200" cy="514350"/>
                <wp:effectExtent l="0" t="0" r="0" b="0"/>
                <wp:docPr id="2" name="Bild 2" descr="Logo Schweizerische Eidgenossenschaf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chweizerische Eidgenossenschaf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tcBorders>
            <w:bottom w:val="nil"/>
          </w:tcBorders>
        </w:tcPr>
        <w:p w14:paraId="01EECC44" w14:textId="77777777" w:rsidR="00A152A1" w:rsidRPr="00FB39BF" w:rsidRDefault="00A152A1" w:rsidP="003509E8">
          <w:pPr>
            <w:pStyle w:val="KopfzeileDepartement"/>
            <w:rPr>
              <w:rFonts w:ascii="Segoe UI" w:hAnsi="Segoe UI" w:cs="Segoe UI"/>
            </w:rPr>
          </w:pPr>
          <w:r w:rsidRPr="00FB39BF">
            <w:rPr>
              <w:rFonts w:ascii="Segoe UI" w:hAnsi="Segoe UI" w:cs="Segoe UI"/>
            </w:rPr>
            <w:t>Eidgenössisches Departement des Innern EDI</w:t>
          </w:r>
        </w:p>
        <w:p w14:paraId="411EFFCE" w14:textId="77777777" w:rsidR="00A152A1" w:rsidRPr="00FB39BF" w:rsidRDefault="00A152A1" w:rsidP="003509E8">
          <w:pPr>
            <w:pStyle w:val="KopfzeileFett"/>
            <w:rPr>
              <w:rFonts w:ascii="Segoe UI" w:hAnsi="Segoe UI" w:cs="Segoe UI"/>
            </w:rPr>
          </w:pPr>
          <w:r w:rsidRPr="00FB39BF">
            <w:rPr>
              <w:rFonts w:ascii="Segoe UI" w:hAnsi="Segoe UI" w:cs="Segoe UI"/>
            </w:rPr>
            <w:t>Bundesamt für Gesundheit BAG</w:t>
          </w:r>
        </w:p>
        <w:p w14:paraId="5D485708" w14:textId="77777777" w:rsidR="00A152A1" w:rsidRPr="00FB39BF" w:rsidRDefault="00A152A1" w:rsidP="003509E8">
          <w:pPr>
            <w:pStyle w:val="KopfzeileDepartement"/>
            <w:rPr>
              <w:rFonts w:ascii="Segoe UI" w:hAnsi="Segoe UI" w:cs="Segoe UI"/>
              <w:lang w:val="de-DE"/>
            </w:rPr>
          </w:pPr>
          <w:r w:rsidRPr="00FB39BF">
            <w:rPr>
              <w:rFonts w:ascii="Segoe UI" w:hAnsi="Segoe UI" w:cs="Segoe UI"/>
              <w:lang w:val="de-DE"/>
            </w:rPr>
            <w:t xml:space="preserve">Direktionsbereich </w:t>
          </w:r>
          <w:r w:rsidR="00F64C9E" w:rsidRPr="00FB39BF">
            <w:rPr>
              <w:rFonts w:ascii="Segoe UI" w:hAnsi="Segoe UI" w:cs="Segoe UI"/>
              <w:lang w:val="de-DE"/>
            </w:rPr>
            <w:t>Gesundheits</w:t>
          </w:r>
          <w:r w:rsidRPr="00FB39BF">
            <w:rPr>
              <w:rFonts w:ascii="Segoe UI" w:hAnsi="Segoe UI" w:cs="Segoe UI"/>
              <w:lang w:val="de-DE"/>
            </w:rPr>
            <w:t>schutz</w:t>
          </w:r>
        </w:p>
        <w:p w14:paraId="3B3FAC8B" w14:textId="77777777" w:rsidR="00A152A1" w:rsidRPr="00FB39BF" w:rsidRDefault="00A152A1" w:rsidP="00956B51">
          <w:pPr>
            <w:pStyle w:val="Kopfzeile"/>
            <w:rPr>
              <w:rFonts w:ascii="Segoe UI" w:hAnsi="Segoe UI" w:cs="Segoe UI"/>
              <w:lang w:val="de-DE"/>
            </w:rPr>
          </w:pPr>
          <w:r w:rsidRPr="00FB39BF">
            <w:rPr>
              <w:rFonts w:ascii="Segoe UI" w:hAnsi="Segoe UI" w:cs="Segoe UI"/>
              <w:lang w:val="de-DE"/>
            </w:rPr>
            <w:t>Abteilung Strahlenschutz</w:t>
          </w:r>
        </w:p>
      </w:tc>
    </w:tr>
  </w:tbl>
  <w:p w14:paraId="4DC2BDD7" w14:textId="77777777" w:rsidR="00A152A1" w:rsidRPr="00956B51" w:rsidRDefault="00A152A1">
    <w:pPr>
      <w:pStyle w:val="Kopfzeile"/>
      <w:rPr>
        <w:rFonts w:ascii="Arial" w:hAnsi="Arial" w:cs="Arial"/>
      </w:rPr>
    </w:pPr>
  </w:p>
  <w:p w14:paraId="42F9C74F" w14:textId="5B17420C" w:rsidR="00A152A1" w:rsidRDefault="00A152A1">
    <w:pPr>
      <w:pStyle w:val="Kopfzeile"/>
      <w:rPr>
        <w:rFonts w:ascii="Arial" w:hAnsi="Arial" w:cs="Arial"/>
      </w:rPr>
    </w:pPr>
  </w:p>
  <w:p w14:paraId="264DB807" w14:textId="77777777" w:rsidR="00F00D7C" w:rsidRPr="00956B51" w:rsidRDefault="00F00D7C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2F8197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2A518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6C9F1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C4729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1AACB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70DF1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3AC62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02C72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3A887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4473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A94C3176"/>
    <w:lvl w:ilvl="0" w:tplc="37AAEFB8">
      <w:start w:val="1"/>
      <w:numFmt w:val="bullet"/>
      <w:pStyle w:val="Aufzhlungszeichen"/>
      <w:lvlText w:val="─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1F6CF154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35902732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2910BE46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9A5994"/>
    <w:multiLevelType w:val="multilevel"/>
    <w:tmpl w:val="E688879C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A3885"/>
    <w:multiLevelType w:val="hybridMultilevel"/>
    <w:tmpl w:val="2B06097A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83A24"/>
    <w:multiLevelType w:val="hybridMultilevel"/>
    <w:tmpl w:val="150EF6D6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3B30E6"/>
    <w:multiLevelType w:val="hybridMultilevel"/>
    <w:tmpl w:val="D6C4AEA2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33084"/>
    <w:multiLevelType w:val="hybridMultilevel"/>
    <w:tmpl w:val="EB247624"/>
    <w:lvl w:ilvl="0" w:tplc="6ED2D2CE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C529E7"/>
    <w:multiLevelType w:val="hybridMultilevel"/>
    <w:tmpl w:val="814A80EA"/>
    <w:lvl w:ilvl="0" w:tplc="E264BBC4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50E94"/>
    <w:multiLevelType w:val="hybridMultilevel"/>
    <w:tmpl w:val="08CCB3CC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936EC"/>
    <w:multiLevelType w:val="hybridMultilevel"/>
    <w:tmpl w:val="67BAA88A"/>
    <w:lvl w:ilvl="0" w:tplc="A4746E7C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FA79F6"/>
    <w:multiLevelType w:val="hybridMultilevel"/>
    <w:tmpl w:val="658AFB2E"/>
    <w:lvl w:ilvl="0" w:tplc="CD4EE6D4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DA31C9"/>
    <w:multiLevelType w:val="hybridMultilevel"/>
    <w:tmpl w:val="DA428ECC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63D21"/>
    <w:multiLevelType w:val="hybridMultilevel"/>
    <w:tmpl w:val="1CFE8E0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630DC"/>
    <w:multiLevelType w:val="hybridMultilevel"/>
    <w:tmpl w:val="8348DC5A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9"/>
  </w:num>
  <w:num w:numId="21">
    <w:abstractNumId w:val="13"/>
  </w:num>
  <w:num w:numId="22">
    <w:abstractNumId w:val="18"/>
  </w:num>
  <w:num w:numId="23">
    <w:abstractNumId w:val="28"/>
  </w:num>
  <w:num w:numId="24">
    <w:abstractNumId w:val="12"/>
  </w:num>
  <w:num w:numId="25">
    <w:abstractNumId w:val="16"/>
  </w:num>
  <w:num w:numId="26">
    <w:abstractNumId w:val="19"/>
  </w:num>
  <w:num w:numId="27">
    <w:abstractNumId w:val="24"/>
  </w:num>
  <w:num w:numId="28">
    <w:abstractNumId w:val="11"/>
  </w:num>
  <w:num w:numId="29">
    <w:abstractNumId w:val="27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4"/>
  </w:num>
  <w:num w:numId="37">
    <w:abstractNumId w:val="14"/>
  </w:num>
  <w:num w:numId="38">
    <w:abstractNumId w:val="20"/>
  </w:num>
  <w:num w:numId="39">
    <w:abstractNumId w:val="22"/>
  </w:num>
  <w:num w:numId="40">
    <w:abstractNumId w:val="2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25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bsender_Abteilung" w:val="Absender_Abteilung"/>
    <w:docVar w:name="Absender_Bundesamt" w:val="Absender_Bundesamt"/>
    <w:docVar w:name="Absender_Departement" w:val="Absender_Departement"/>
    <w:docVar w:name="Absender_Fax" w:val="Absender_Fax"/>
    <w:docVar w:name="Absender_Funktion" w:val="Absender_Funktion"/>
    <w:docVar w:name="Absender_HomePage" w:val="Absender_HomePage"/>
    <w:docVar w:name="Absender_Initialien" w:val="Absender_Initialien"/>
    <w:docVar w:name="Absender_Mail" w:val="Absender_Mail"/>
    <w:docVar w:name="Absender_Name" w:val="Absender_Name"/>
    <w:docVar w:name="Absender_Ort" w:val="Absender_Ort"/>
    <w:docVar w:name="Absender_PLZ" w:val="Absender_PLZ"/>
    <w:docVar w:name="Absender_Strasse" w:val="Absender_Strasse"/>
    <w:docVar w:name="Absender_Telefon" w:val="Absender_Telefon"/>
    <w:docVar w:name="Absender_Titel" w:val="Absender_Titel"/>
    <w:docVar w:name="Absender_Vorname" w:val="Absender_Vorname"/>
    <w:docVar w:name="Amt" w:val="Informatik Service Center"/>
    <w:docVar w:name="Amtkurz" w:val="ISC EJPD"/>
    <w:docVar w:name="Anrede" w:val="Anrede"/>
    <w:docVar w:name="Beilagen" w:val="Beilagen"/>
    <w:docVar w:name="Betreff" w:val="Betreff"/>
    <w:docVar w:name="Datum" w:val="Datum"/>
    <w:docVar w:name="Dept" w:val="Eidgenössisches Justiz- und Polizeidepartement"/>
    <w:docVar w:name="Deptkurz" w:val="EJPD"/>
    <w:docVar w:name="Doppelunterschrift_zeile1" w:val="Doppelunterschrift_zeile1"/>
    <w:docVar w:name="Doppelunterschrift_zeile2" w:val="Doppelunterschrift_zeile2"/>
    <w:docVar w:name="Empf_Firma" w:val="Empf_Firma"/>
    <w:docVar w:name="Empf_Name" w:val="Empf_Name"/>
    <w:docVar w:name="Empf_Ort" w:val="Empf_Ort"/>
    <w:docVar w:name="Empf_PLZ" w:val="Empf_PLZ"/>
    <w:docVar w:name="Empf_Strasse" w:val="Empf_Strasse"/>
    <w:docVar w:name="Empf_Vorname" w:val="Empf_Vorname"/>
    <w:docVar w:name="FussAdr" w:val="Dr. Ariane Schmutz_x000b_docvar non existante, 3003 Bern-Zollikofen_x000b_+41 31 323 78 13, +41 31 323 79 39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TextLogoContinueWithLogo" w:val="False"/>
    <w:docVar w:name="GaraioTextLogoImageStyle" w:val="True"/>
    <w:docVar w:name="GaraioXmlDialogDefinition" w:val="&lt;DocumentDefinition Title=&quot;de=Brief#fr=Lettre#it=Lettera#en=Letter&quot;&gt;&lt;n.a. Type=&quot;ChooseLanguageStep&quot; Title=&quot;de=Dokumentsprache#fr=n.a.#it=n.a.#en=n.a.&quot; /&gt;&lt;n.a. Type=&quot;Step&quot; Title=&quot;de=Absender#fr=n.a.#it=n.a.#en=n.a.&quot;&gt;&lt;StepItem Type=&quot;StepItemCheckboxControl&quot; Weight=&quot;10&quot;&gt;&lt;DocVariableName&gt;PP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.P&lt;/Value&gt;&lt;/LocalizedValue&gt;&lt;LocalizedValue&gt;&lt;CultureID&gt;FR&lt;/CultureID&gt;&lt;Value&gt;P.P&lt;/Value&gt;&lt;/LocalizedValue&gt;&lt;LocalizedValue&gt;&lt;CultureID&gt;IT&lt;/CultureID&gt;&lt;Value&gt;P.P&lt;/Value&gt;&lt;/LocalizedValue&gt;&lt;LocalizedValue&gt;&lt;CultureID&gt;EN&lt;/CultureID&gt;&lt;Value&gt;P.P&lt;/Value&gt;&lt;/LocalizedValue&gt;&lt;/Caption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IsStandardChecked&gt;False&lt;/IsStandardChecked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/StepItem&gt;&lt;StepItem Type=&quot;StepItemTextboxDataControl&quot; Weight=&quot;20&quot;&gt;&lt;DocVariableName&gt;Absender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i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astname&lt;/AbsenderAdressProperty&gt;&lt;EmpfaengerAdressProperty&gt;&lt;/EmpfaengerAdressProperty&gt;&lt;/StepItem&gt;&lt;StepItem Type=&quot;StepItemTextboxDataControl&quot; Weight=&quot;30&quot;&gt;&lt;DocVariableName&gt;Absender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Givenname&lt;/AbsenderAdressProperty&gt;&lt;EmpfaengerAdressProperty&gt;&lt;/EmpfaengerAdressProperty&gt;&lt;/StepItem&gt;&lt;StepItem Type=&quot;StepItemTextboxDataControl&quot; Weight=&quot;40&quot;&gt;&lt;DocVariableName&gt;Absender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StreetAddress&lt;/AbsenderAdressProperty&gt;&lt;EmpfaengerAdressProperty&gt;&lt;/EmpfaengerAdressProperty&gt;&lt;/StepItem&gt;&lt;StepItem Type=&quot;StepItemTextboxDataControl&quot; Weight=&quot;50&quot;&gt;&lt;DocVariableName&gt;Absender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f_PLZ&lt;/Value&gt;&lt;/LocalizedValue&gt;&lt;LocalizedValue&gt;&lt;CultureID&gt;IT&lt;/CultureID&gt;&lt;Value&gt;i_PLZ&lt;/Value&gt;&lt;/LocalizedValue&gt;&lt;LocalizedValue&gt;&lt;CultureID&gt;EN&lt;/CultureID&gt;&lt;Value&gt;e_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Postalcode&lt;/AbsenderAdressProperty&gt;&lt;EmpfaengerAdressProperty&gt;&lt;/EmpfaengerAdressProperty&gt;&lt;/StepItem&gt;&lt;StepItem Type=&quot;StepItemTextboxDataControl&quot; Weight=&quot;60&quot;&gt;&lt;DocVariableName&gt;Absender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DataControl&quot; Weight=&quot;70&quot;&gt;&lt;DocVariableName&gt;Absender_Initiali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nitialen&lt;/Value&gt;&lt;/LocalizedValue&gt;&lt;LocalizedValue&gt;&lt;CultureID&gt;FR&lt;/CultureID&gt;&lt;Value&gt;f_Initialen&lt;/Value&gt;&lt;/LocalizedValue&gt;&lt;LocalizedValue&gt;&lt;CultureID&gt;IT&lt;/CultureID&gt;&lt;Value&gt;i_Initialen&lt;/Value&gt;&lt;/LocalizedValue&gt;&lt;LocalizedValue&gt;&lt;CultureID&gt;EN&lt;/CultureID&gt;&lt;Value&gt;e_Initial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DataControl&quot; Weight=&quot;80&quot;&gt;&lt;DocVariableName&gt;Absender_Departemen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epartement&lt;/Value&gt;&lt;/LocalizedValue&gt;&lt;LocalizedValue&gt;&lt;CultureID&gt;FR&lt;/CultureID&gt;&lt;Value&gt;f_Departement&lt;/Value&gt;&lt;/LocalizedValue&gt;&lt;LocalizedValue&gt;&lt;CultureID&gt;IT&lt;/CultureID&gt;&lt;Value&gt;i_Departement&lt;/Value&gt;&lt;/LocalizedValue&gt;&lt;LocalizedValue&gt;&lt;CultureID&gt;EN&lt;/CultureID&gt;&lt;Value&gt;e_Departemen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EidgDepartment&lt;/AbsenderAdressProperty&gt;&lt;EmpfaengerAdressProperty&gt;&lt;/EmpfaengerAdressProperty&gt;&lt;/StepItem&gt;&lt;StepItem Type=&quot;StepItemTextboxDataControl&quot; Weight=&quot;90&quot;&gt;&lt;DocVariableName&gt;Absender_Bundesam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undesamt&lt;/Value&gt;&lt;/LocalizedValue&gt;&lt;LocalizedValue&gt;&lt;CultureID&gt;FR&lt;/CultureID&gt;&lt;Value&gt;f_Bundesamt&lt;/Value&gt;&lt;/LocalizedValue&gt;&lt;LocalizedValue&gt;&lt;CultureID&gt;IT&lt;/CultureID&gt;&lt;Value&gt;i_Bundesamt&lt;/Value&gt;&lt;/LocalizedValue&gt;&lt;LocalizedValue&gt;&lt;CultureID&gt;EN&lt;/CultureID&gt;&lt;Value&gt;e_Bundesam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AdminDepartment&lt;/AbsenderAdressProperty&gt;&lt;EmpfaengerAdressProperty&gt;&lt;/EmpfaengerAdressProperty&gt;&lt;/StepItem&gt;&lt;StepItem Type=&quot;StepItemTextboxDataControl&quot; Weight=&quot;100&quot;&gt;&lt;DocVariableName&gt;Absender_Abteilung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bteilung&lt;/Value&gt;&lt;/LocalizedValue&gt;&lt;LocalizedValue&gt;&lt;CultureID&gt;FR&lt;/CultureID&gt;&lt;Value&gt;f_Abteilung&lt;/Value&gt;&lt;/LocalizedValue&gt;&lt;LocalizedValue&gt;&lt;CultureID&gt;IT&lt;/CultureID&gt;&lt;Value&gt;i_Abteilung&lt;/Value&gt;&lt;/LocalizedValue&gt;&lt;LocalizedValue&gt;&lt;CultureID&gt;EN&lt;/CultureID&gt;&lt;Value&gt;e_Abteilung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Department&lt;/AbsenderAdressProperty&gt;&lt;EmpfaengerAdressProperty&gt;&lt;/EmpfaengerAdressProperty&gt;&lt;/StepItem&gt;&lt;StepItem Type=&quot;StepItemTextboxDataControl&quot; Weight=&quot;110&quot;&gt;&lt;DocVariableName&gt;Absender_Tite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itel&lt;/Value&gt;&lt;/LocalizedValue&gt;&lt;LocalizedValue&gt;&lt;CultureID&gt;FR&lt;/CultureID&gt;&lt;Value&gt;f_Titel&lt;/Value&gt;&lt;/LocalizedValue&gt;&lt;LocalizedValue&gt;&lt;CultureID&gt;IT&lt;/CultureID&gt;&lt;Value&gt;i_Titel&lt;/Value&gt;&lt;/LocalizedValue&gt;&lt;LocalizedValue&gt;&lt;CultureID&gt;EN&lt;/CultureID&gt;&lt;Value&gt;e_Tite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itle&lt;/AbsenderAdressProperty&gt;&lt;EmpfaengerAdressProperty&gt;&lt;/EmpfaengerAdressProperty&gt;&lt;/StepItem&gt;&lt;StepItem Type=&quot;StepItemTextboxDataControl&quot; Weight=&quot;120&quot;&gt;&lt;DocVariableName&gt;Absender_Funkti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unktion&lt;/Value&gt;&lt;/LocalizedValue&gt;&lt;LocalizedValue&gt;&lt;CultureID&gt;FR&lt;/CultureID&gt;&lt;Value&gt;f_Funktion&lt;/Value&gt;&lt;/LocalizedValue&gt;&lt;LocalizedValue&gt;&lt;CultureID&gt;IT&lt;/CultureID&gt;&lt;Value&gt;i_Funktion&lt;/Value&gt;&lt;/LocalizedValue&gt;&lt;LocalizedValue&gt;&lt;CultureID&gt;EN&lt;/CultureID&gt;&lt;Value&gt;e_Funkti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unction&lt;/AbsenderAdressProperty&gt;&lt;EmpfaengerAdressProperty&gt;&lt;/EmpfaengerAdressProperty&gt;&lt;/StepItem&gt;&lt;StepItem Type=&quot;StepItemTextboxDataControl&quot; Weight=&quot;130&quot;&gt;&lt;DocVariableName&gt;Absender_Telef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elefon&lt;/Value&gt;&lt;/LocalizedValue&gt;&lt;LocalizedValue&gt;&lt;CultureID&gt;FR&lt;/CultureID&gt;&lt;Value&gt;Telefon&lt;/Value&gt;&lt;/LocalizedValue&gt;&lt;LocalizedValue&gt;&lt;CultureID&gt;IT&lt;/CultureID&gt;&lt;Value&gt;Telefon&lt;/Value&gt;&lt;/LocalizedValue&gt;&lt;LocalizedValue&gt;&lt;CultureID&gt;EN&lt;/CultureID&gt;&lt;Value&gt;Telef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elephoneNumber&lt;/AbsenderAdressProperty&gt;&lt;EmpfaengerAdressProperty&gt;&lt;/EmpfaengerAdressProperty&gt;&lt;/StepItem&gt;&lt;StepItem Type=&quot;StepItemTextboxDataControl&quot; Weight=&quot;140&quot;&gt;&lt;DocVariableName&gt;Absender_Fax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ax&lt;/Value&gt;&lt;/LocalizedValue&gt;&lt;LocalizedValue&gt;&lt;CultureID&gt;FR&lt;/CultureID&gt;&lt;Value&gt;Fax&lt;/Value&gt;&lt;/LocalizedValue&gt;&lt;LocalizedValue&gt;&lt;CultureID&gt;IT&lt;/CultureID&gt;&lt;Value&gt;Fax&lt;/Value&gt;&lt;/LocalizedValue&gt;&lt;LocalizedValue&gt;&lt;CultureID&gt;EN&lt;/CultureID&gt;&lt;Value&gt;Fax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acsimileTelephoneNumber&lt;/AbsenderAdressProperty&gt;&lt;EmpfaengerAdressProperty&gt;&lt;/EmpfaengerAdressProperty&gt;&lt;/StepItem&gt;&lt;StepItem Type=&quot;StepItemTextboxDataControl&quot; Weight=&quot;150&quot;&gt;&lt;DocVariableName&gt;Absender_Mai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Email&lt;/Value&gt;&lt;/LocalizedValue&gt;&lt;LocalizedValue&gt;&lt;CultureID&gt;FR&lt;/CultureID&gt;&lt;Value&gt;Email&lt;/Value&gt;&lt;/LocalizedValue&gt;&lt;LocalizedValue&gt;&lt;CultureID&gt;IT&lt;/CultureID&gt;&lt;Value&gt;Email&lt;/Value&gt;&lt;/LocalizedValue&gt;&lt;LocalizedValue&gt;&lt;CultureID&gt;EN&lt;/CultureID&gt;&lt;Value&gt;Emai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Mail&lt;/AbsenderAdressProperty&gt;&lt;EmpfaengerAdressProperty&gt;&lt;/EmpfaengerAdressProperty&gt;&lt;/StepItem&gt;&lt;StepItem Type=&quot;StepItemTextboxDataControl&quot; Weight=&quot;160&quot;&gt;&lt;DocVariableName&gt;Absender_HomePag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Home Page&lt;/Value&gt;&lt;/LocalizedValue&gt;&lt;LocalizedValue&gt;&lt;CultureID&gt;FR&lt;/CultureID&gt;&lt;Value&gt;Home Page&lt;/Value&gt;&lt;/LocalizedValue&gt;&lt;LocalizedValue&gt;&lt;CultureID&gt;IT&lt;/CultureID&gt;&lt;Value&gt;Home Page&lt;/Value&gt;&lt;/LocalizedValue&gt;&lt;LocalizedValue&gt;&lt;CultureID&gt;EN&lt;/CultureID&gt;&lt;Value&gt;Home Pag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WWWhomepage&lt;/AbsenderAdressProperty&gt;&lt;EmpfaengerAdressProperty&gt;&lt;/EmpfaengerAdressProperty&gt;&lt;/StepItem&gt;&lt;/n.a.&gt;&lt;n.a. Type=&quot;Step&quot; Title=&quot;de=Empfänger#fr=Destinataire#it=Adressato#en=Recipient&quot;&gt;&lt;StepItem Type=&quot;StepItemTextboxDataControl&quot; Weight=&quot;10&quot;&gt;&lt;DocVariableName&gt;Empf_Firma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irma&lt;/Value&gt;&lt;/LocalizedValue&gt;&lt;LocalizedValue&gt;&lt;CultureID&gt;FR&lt;/CultureID&gt;&lt;Value&gt;f_Firma&lt;/Value&gt;&lt;/LocalizedValue&gt;&lt;LocalizedValue&gt;&lt;CultureID&gt;IT&lt;/CultureID&gt;&lt;Value&gt;i_Firma&lt;/Value&gt;&lt;/LocalizedValue&gt;&lt;LocalizedValue&gt;&lt;CultureID&gt;EN&lt;/CultureID&gt;&lt;Value&gt;e_Firma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Company&lt;/EmpfaengerAdressProperty&gt;&lt;/StepItem&gt;&lt;StepItem Type=&quot;StepItemTextboxDataControl&quot; Weight=&quot;20&quot;&gt;&lt;DocVariableName&gt;Empf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f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astname&lt;/EmpfaengerAdressProperty&gt;&lt;/StepItem&gt;&lt;StepItem Type=&quot;StepItemTextboxDataControl&quot; Weight=&quot;30&quot;&gt;&lt;DocVariableName&gt;Empf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Givenname&lt;/EmpfaengerAdressProperty&gt;&lt;/StepItem&gt;&lt;StepItem Type=&quot;StepItemTextboxDataControl&quot; Weight=&quot;40&quot;&gt;&lt;DocVariableName&gt;Empf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StreetAddress&lt;/EmpfaengerAdressProperty&gt;&lt;/StepItem&gt;&lt;StepItem Type=&quot;StepItemTextboxDataControl&quot; Weight=&quot;50&quot;&gt;&lt;DocVariableName&gt;Empf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PLZ&lt;/Value&gt;&lt;/LocalizedValue&gt;&lt;LocalizedValue&gt;&lt;CultureID&gt;IT&lt;/CultureID&gt;&lt;Value&gt;PLZ&lt;/Value&gt;&lt;/LocalizedValue&gt;&lt;LocalizedValue&gt;&lt;CultureID&gt;EN&lt;/CultureID&gt;&lt;Value&gt;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Postalcode&lt;/EmpfaengerAdressProperty&gt;&lt;/StepItem&gt;&lt;StepItem Type=&quot;StepItemTextboxDataControl&quot; Weight=&quot;60&quot;&gt;&lt;DocVariableName&gt;Empf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ocation&lt;/EmpfaengerAdressProperty&gt;&lt;/StepItem&gt;&lt;/n.a.&gt;&lt;n.a. Type=&quot;Step&quot; Title=&quot;de=Allgemein#fr=n.a.#it=n.a.#en=n.a.&quot;&gt;&lt;StepItem Type=&quot;StepItemDropDownControl&quot; Weight=&quot;10&quot;&gt;&lt;DocVariableName&gt;Zustella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Zustellart&lt;/Value&gt;&lt;/LocalizedValue&gt;&lt;LocalizedValue&gt;&lt;CultureID&gt;FR&lt;/CultureID&gt;&lt;Value&gt;Mode de distribution&lt;/Value&gt;&lt;/LocalizedValue&gt;&lt;LocalizedValue&gt;&lt;CultureID&gt;IT&lt;/CultureID&gt;&lt;Value&gt;Modo di distributione&lt;/Value&gt;&lt;/LocalizedValue&gt;&lt;LocalizedValue&gt;&lt;CultureID&gt;EN&lt;/CultureID&gt;&lt;Value&gt;e_Zustellart&lt;/Value&gt;&lt;/LocalizedValue&gt;&lt;/Caption&gt;&lt;IsMustField&gt;False&lt;/IsMustField&gt;&lt;Defaultvalues&gt;&lt;LocalizedValue&gt;&lt;CultureID&gt;en&lt;/CultureID&gt;&lt;Value&gt;;Lettre Signature;LSI avec avis de réception;LSI/Express;Express;By Fax;A Post&lt;/Value&gt;&lt;/LocalizedValue&gt;&lt;LocalizedValue&gt;&lt;CultureID&gt;de&lt;/CultureID&gt;&lt;Value&gt;;Lettre Signature;LSI mit Rückschein;LSI/Express;Express;Per Telefax;A-Post;Persönlich ausgehändigt&lt;/Value&gt;&lt;/LocalizedValue&gt;&lt;LocalizedValue&gt;&lt;CultureID&gt;it&lt;/CultureID&gt;&lt;Value&gt;;Lettre Signature;LSI con avviso di ricevuta;LSI/espresso;Espresso;Via telefax;Posta A;Consegnata personalmente&lt;/Value&gt;&lt;/LocalizedValue&gt;&lt;LocalizedValue&gt;&lt;CultureID&gt;fr&lt;/CultureID&gt;&lt;Value&gt;;Lettre Signature;LSI avec avis de réception;LSI/exprès;Exprès;Par télécopie;Courrier A;Remise en main propre&lt;/Value&gt;&lt;/LocalizedValue&gt;&lt;LocalizedValue&gt;&lt;CultureID&gt;es&lt;/CultureID&gt;&lt;Value&gt;;es_Lettre Signature;es_LSI mit Rückschein;LSI/Express;es_Express;es_Per Telefax;es_A-Post;es_Persönlich ausgehändigt&lt;/Value&gt;&lt;/LocalizedValue&gt;&lt;/Defaultvalues&gt;&lt;/StepItem&gt;&lt;StepItem Type=&quot;StepItemDropDownControl&quot; Weight=&quot;20&quot;&gt;&lt;DocVariableName&gt;Klassifizierungsvermerk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svermerk&lt;/Value&gt;&lt;/LocalizedValue&gt;&lt;LocalizedValue&gt;&lt;CultureID&gt;FR&lt;/CultureID&gt;&lt;Value&gt;Classification&lt;/Value&gt;&lt;/LocalizedValue&gt;&lt;LocalizedValue&gt;&lt;CultureID&gt;IT&lt;/CultureID&gt;&lt;Value&gt;Classificazione&lt;/Value&gt;&lt;/LocalizedValue&gt;&lt;LocalizedValue&gt;&lt;CultureID&gt;EN&lt;/CultureID&gt;&lt;Value&gt;Classification&lt;/Value&gt;&lt;/LocalizedValue&gt;&lt;/Caption&gt;&lt;IsMustField&gt;False&lt;/IsMustField&gt;&lt;Defaultvalues&gt;&lt;LocalizedValue&gt;&lt;CultureID&gt;en&lt;/CultureID&gt;&lt;Value&gt;;CONFIDENTIAL;SECRET&lt;/Value&gt;&lt;/LocalizedValue&gt;&lt;LocalizedValue&gt;&lt;CultureID&gt;de&lt;/CultureID&gt;&lt;Value&gt;;VERTRAULICH;GEHEIM&lt;/Value&gt;&lt;/LocalizedValue&gt;&lt;LocalizedValue&gt;&lt;CultureID&gt;it&lt;/CultureID&gt;&lt;Value&gt;;CONFIDENZIALE;SEGRETO&lt;/Value&gt;&lt;/LocalizedValue&gt;&lt;LocalizedValue&gt;&lt;CultureID&gt;fr&lt;/CultureID&gt;&lt;Value&gt;;CONFIDENTIEL;SECRET&lt;/Value&gt;&lt;/LocalizedValue&gt;&lt;LocalizedValue&gt;&lt;CultureID&gt;es&lt;/CultureID&gt;&lt;Value&gt;;es_CONFIDENZIALE;es_SEGRETO&lt;/Value&gt;&lt;/LocalizedValue&gt;&lt;/Defaultvalues&gt;&lt;/StepItem&gt;&lt;StepItem Type=&quot;StepItemTextboxControl&quot; Weight=&quot;30&quot;&gt;&lt;DocVariableName&gt;Referenz/Akten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Referenz/Aktenzeichen&lt;/Value&gt;&lt;/LocalizedValue&gt;&lt;LocalizedValue&gt;&lt;CultureID&gt;FR&lt;/CultureID&gt;&lt;Value&gt;f_Referenz/Aktenzeichen&lt;/Value&gt;&lt;/LocalizedValue&gt;&lt;LocalizedValue&gt;&lt;CultureID&gt;IT&lt;/CultureID&gt;&lt;Value&gt;i_Referenz/Aktenzeichen&lt;/Value&gt;&lt;/LocalizedValue&gt;&lt;LocalizedValue&gt;&lt;CultureID&gt;EN&lt;/CultureID&gt;&lt;Value&gt;e_Referenz/Akten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40&quot;&gt;&lt;DocVariableName&gt;Ih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hr Zeichen&lt;/Value&gt;&lt;/LocalizedValue&gt;&lt;LocalizedValue&gt;&lt;CultureID&gt;FR&lt;/CultureID&gt;&lt;Value&gt;Votre réf.&lt;/Value&gt;&lt;/LocalizedValue&gt;&lt;LocalizedValue&gt;&lt;CultureID&gt;IT&lt;/CultureID&gt;&lt;Value&gt;Vs. ref.&lt;/Value&gt;&lt;/LocalizedValue&gt;&lt;LocalizedValue&gt;&lt;CultureID&gt;EN&lt;/CultureID&gt;&lt;Value&gt;Your ref.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50&quot;&gt;&lt;DocVariableName&gt;Unse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Unser Zeichen&lt;/Value&gt;&lt;/LocalizedValue&gt;&lt;LocalizedValue&gt;&lt;CultureID&gt;FR&lt;/CultureID&gt;&lt;Value&gt;f_Unser Zeichen&lt;/Value&gt;&lt;/LocalizedValue&gt;&lt;LocalizedValue&gt;&lt;CultureID&gt;IT&lt;/CultureID&gt;&lt;Value&gt;i_Unser Zeichen&lt;/Value&gt;&lt;/LocalizedValue&gt;&lt;LocalizedValue&gt;&lt;CultureID&gt;EN&lt;/CultureID&gt;&lt;Value&gt;e_Unser 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Control&quot; Weight=&quot;60&quot;&gt;&lt;DocVariableName&gt;Sachbearbeiter/i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achbearbeiter/in&lt;/Value&gt;&lt;/LocalizedValue&gt;&lt;LocalizedValue&gt;&lt;CultureID&gt;FR&lt;/CultureID&gt;&lt;Value&gt;f_Sachbearbeiter/in&lt;/Value&gt;&lt;/LocalizedValue&gt;&lt;LocalizedValue&gt;&lt;CultureID&gt;IT&lt;/CultureID&gt;&lt;Value&gt;i_Sachbearbeiter/in&lt;/Value&gt;&lt;/LocalizedValue&gt;&lt;LocalizedValue&gt;&lt;CultureID&gt;EN&lt;/CultureID&gt;&lt;Value&gt;e_Sachbearbeiter/i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70&quot;&gt;&lt;DocVariableName&gt;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Lieu&lt;/Value&gt;&lt;/LocalizedValue&gt;&lt;LocalizedValue&gt;&lt;CultureID&gt;IT&lt;/CultureID&gt;&lt;Value&gt;Luogo&lt;/Value&gt;&lt;/LocalizedValue&gt;&lt;LocalizedValue&gt;&lt;CultureID&gt;EN&lt;/CultureID&gt;&lt;Value&gt;Pla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Control&quot; Weight=&quot;80&quot;&gt;&lt;DocVariableName&gt;Datum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atum&lt;/Value&gt;&lt;/LocalizedValue&gt;&lt;LocalizedValue&gt;&lt;CultureID&gt;FR&lt;/CultureID&gt;&lt;Value&gt;Date&lt;/Value&gt;&lt;/LocalizedValue&gt;&lt;LocalizedValue&gt;&lt;CultureID&gt;IT&lt;/CultureID&gt;&lt;Value&gt;Data&lt;/Value&gt;&lt;/LocalizedValue&gt;&lt;LocalizedValue&gt;&lt;CultureID&gt;EN&lt;/CultureID&gt;&lt;Value&gt;Date&lt;/Value&gt;&lt;/LocalizedValue&gt;&lt;/Caption&gt;&lt;IsMustField&gt;False&lt;/IsMustField&gt;&lt;FieldValidationMode&gt;Datum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90&quot;&gt;&lt;DocVariableName&gt;Betreff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treff&lt;/Value&gt;&lt;/LocalizedValue&gt;&lt;LocalizedValue&gt;&lt;CultureID&gt;FR&lt;/CultureID&gt;&lt;Value&gt;Concerne&lt;/Value&gt;&lt;/LocalizedValue&gt;&lt;LocalizedValue&gt;&lt;CultureID&gt;IT&lt;/CultureID&gt;&lt;Value&gt;Concerne&lt;/Value&gt;&lt;/LocalizedValue&gt;&lt;LocalizedValue&gt;&lt;CultureID&gt;EN&lt;/CultureID&gt;&lt;Value&gt;Referen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DropDownControl&quot; Weight=&quot;100&quot;&gt;&lt;DocVariableName&gt;Anred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nrede&lt;/Value&gt;&lt;/LocalizedValue&gt;&lt;LocalizedValue&gt;&lt;CultureID&gt;FR&lt;/CultureID&gt;&lt;Value&gt;Titre&lt;/Value&gt;&lt;/LocalizedValue&gt;&lt;LocalizedValue&gt;&lt;CultureID&gt;IT&lt;/CultureID&gt;&lt;Value&gt;Intestazione&lt;/Value&gt;&lt;/LocalizedValue&gt;&lt;LocalizedValue&gt;&lt;CultureID&gt;EN&lt;/CultureID&gt;&lt;Value&gt;Address&lt;/Value&gt;&lt;/LocalizedValue&gt;&lt;/Caption&gt;&lt;IsMustField&gt;False&lt;/IsMustField&gt;&lt;Defaultvalues&gt;&lt;LocalizedValue&gt;&lt;CultureID&gt;en&lt;/CultureID&gt;&lt;Value&gt;;Dear Mr. ;Dear Sirs ;Dear Mrs. ;To whom it may concern ;Dear Colleagues &lt;/Value&gt;&lt;/LocalizedValue&gt;&lt;LocalizedValue&gt;&lt;CultureID&gt;de&lt;/CultureID&gt;&lt;Value&gt;;Sehr geehrter Herr ;Sehr geehrte Herren ;Sehr geehrte Frau ;Sehr geehrte Damen und Herren ;An alle Mitarbeitenden des &lt;/Value&gt;&lt;/LocalizedValue&gt;&lt;LocalizedValue&gt;&lt;CultureID&gt;it&lt;/CultureID&gt;&lt;Value&gt;;Egregio Signor ;Egregi Signori ;Gentile Signora ;Gentili Signore, egregi Signori ;A tutti i Collaboratori &lt;/Value&gt;&lt;/LocalizedValue&gt;&lt;LocalizedValue&gt;&lt;CultureID&gt;fr&lt;/CultureID&gt;&lt;Value&gt;;Monsieur, Messieurs, ;Madame, ;Mesdames et Messieurs, ;A tous les collaborateurs et collaboratrices du &lt;/Value&gt;&lt;/LocalizedValue&gt;&lt;LocalizedValue&gt;&lt;CultureID&gt;es&lt;/CultureID&gt;&lt;Value&gt;;es_Egregio Signor ;es_Egregi Signori ;es_Gentile Signora ;es_Gentili Signore, es_egregi Signori ;es_A tutti i Collaboratori &lt;/Value&gt;&lt;/LocalizedValue&gt;&lt;/Defaultvalues&gt;&lt;/StepItem&gt;&lt;/n.a.&gt;&lt;n.a. Type=&quot;Step&quot; Title=&quot;de=Beilagen#fr=Beilagen#it=Beilagen#en=Beilagen&quot;&gt;&lt;StepItem Type=&quot;StepItemTextboxControl&quot; Weight=&quot;10&quot;&gt;&lt;DocVariableName&gt;Doppelunterschrift_zeile1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1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20&quot;&gt;&lt;DocVariableName&gt;Doppelunterschrift_zeile2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2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Separator&quot; Weight=&quot;30&quot;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/StepItem&gt;&lt;StepItem Type=&quot;StepItemTextAreaControl&quot; Weight=&quot;40&quot;&gt;&lt;DocVariableName&gt;Beilag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ilagen&lt;/Value&gt;&lt;/LocalizedValue&gt;&lt;LocalizedValue&gt;&lt;CultureID&gt;FR&lt;/CultureID&gt;&lt;Value&gt;f_Beilagen&lt;/Value&gt;&lt;/LocalizedValue&gt;&lt;LocalizedValue&gt;&lt;CultureID&gt;IT&lt;/CultureID&gt;&lt;Value&gt;i_Beilagen&lt;/Value&gt;&lt;/LocalizedValue&gt;&lt;LocalizedValue&gt;&lt;CultureID&gt;EN&lt;/CultureID&gt;&lt;Value&gt;e_Beilage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AreaControl&quot; Weight=&quot;50&quot;&gt;&lt;DocVariableName&gt;Kopie_a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opie an&lt;/Value&gt;&lt;/LocalizedValue&gt;&lt;LocalizedValue&gt;&lt;CultureID&gt;FR&lt;/CultureID&gt;&lt;Value&gt;f_Kopie an&lt;/Value&gt;&lt;/LocalizedValue&gt;&lt;LocalizedValue&gt;&lt;CultureID&gt;IT&lt;/CultureID&gt;&lt;Value&gt;i_Kopie an&lt;/Value&gt;&lt;/LocalizedValue&gt;&lt;LocalizedValue&gt;&lt;CultureID&gt;EN&lt;/CultureID&gt;&lt;Value&gt;e_Kopie a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/n.a.&gt;&lt;n.a. Type=&quot;Step&quot; Title=&quot;de=Logo#fr=Logo#it=Logo#en=Logo&quot;&gt;&lt;StepItem Type=&quot;StepItemTextLogoControl&quot; Weight=&quot;10&quot;&gt;&lt;ContinueWithLogo&gt;False&lt;/ContinueWithLogo&gt;&lt;SelectedDisplayOption&gt;Logo Auswahl farbig und S/W mit Folgeseitewahl zulassen&lt;/SelectedDisplayOption&gt;&lt;SelectedDirectGeneration&gt;&lt;/SelectedDirectGeneration&gt;&lt;LogoMode&gt;blackAndWhite&lt;/LogoMode&gt;&lt;/StepItem&gt;&lt;/n.a.&gt;&lt;/DocumentDefinition&gt;"/>
    <w:docVar w:name="Ihr_Zeichen" w:val="Ihr_Zeichen"/>
    <w:docVar w:name="Klassifizierungsvermerk" w:val="Klassifizierungsvermerk"/>
    <w:docVar w:name="Kopie_an" w:val="Kopie_an"/>
    <w:docVar w:name="Kurzzeichen" w:val="unserzeichen_esa"/>
    <w:docVar w:name="OrgEinheit" w:val="Bundeskriminalpolizei"/>
    <w:docVar w:name="Ort" w:val="Ort"/>
    <w:docVar w:name="PostAbs" w:val="3003 Bern-Zollikofen, SA, ISC EJPD, Industriestrasse 1, Postfach"/>
    <w:docVar w:name="PP" w:val="PP"/>
    <w:docVar w:name="Referenz/Aktenzeichen" w:val="Referenz/Aktenzeichen"/>
    <w:docVar w:name="Sachbearbeiter/in" w:val="Sachbearbeiter/in"/>
    <w:docVar w:name="Settings" w:val="&lt;Settings autoTextPath=&quot;&quot; recieverEnableOutlook=&quot;True&quot; recieverEnableLocalAddress=&quot;True&quot; documentLanguages=&quot;en|fr|de|it|es&quot; /&gt;"/>
    <w:docVar w:name="Unser_Zeichen" w:val="Unser_Zeichen"/>
    <w:docVar w:name="Zustellart" w:val="Zustellart"/>
  </w:docVars>
  <w:rsids>
    <w:rsidRoot w:val="003509E8"/>
    <w:rsid w:val="00006734"/>
    <w:rsid w:val="00031595"/>
    <w:rsid w:val="00041459"/>
    <w:rsid w:val="0004442A"/>
    <w:rsid w:val="00047642"/>
    <w:rsid w:val="00061CD4"/>
    <w:rsid w:val="00066906"/>
    <w:rsid w:val="000832B7"/>
    <w:rsid w:val="000D4745"/>
    <w:rsid w:val="000D769B"/>
    <w:rsid w:val="000E0251"/>
    <w:rsid w:val="000E0B70"/>
    <w:rsid w:val="000E2928"/>
    <w:rsid w:val="000E3616"/>
    <w:rsid w:val="00121772"/>
    <w:rsid w:val="0015789C"/>
    <w:rsid w:val="0017075D"/>
    <w:rsid w:val="001746FE"/>
    <w:rsid w:val="00175A7D"/>
    <w:rsid w:val="00194D05"/>
    <w:rsid w:val="001B0410"/>
    <w:rsid w:val="001B0908"/>
    <w:rsid w:val="001B4448"/>
    <w:rsid w:val="001B59DB"/>
    <w:rsid w:val="001E2931"/>
    <w:rsid w:val="001E6556"/>
    <w:rsid w:val="001E7CC6"/>
    <w:rsid w:val="002025B0"/>
    <w:rsid w:val="00204823"/>
    <w:rsid w:val="00205D49"/>
    <w:rsid w:val="002157EE"/>
    <w:rsid w:val="00225A34"/>
    <w:rsid w:val="00230821"/>
    <w:rsid w:val="002338A1"/>
    <w:rsid w:val="00235CCD"/>
    <w:rsid w:val="0025072C"/>
    <w:rsid w:val="00273307"/>
    <w:rsid w:val="00284C48"/>
    <w:rsid w:val="002B68DD"/>
    <w:rsid w:val="002C38A0"/>
    <w:rsid w:val="002D0FB6"/>
    <w:rsid w:val="002E3B34"/>
    <w:rsid w:val="00301455"/>
    <w:rsid w:val="00330665"/>
    <w:rsid w:val="003509E8"/>
    <w:rsid w:val="00352E0C"/>
    <w:rsid w:val="00360C97"/>
    <w:rsid w:val="00384008"/>
    <w:rsid w:val="003A4FBE"/>
    <w:rsid w:val="003C7C59"/>
    <w:rsid w:val="003D0A0E"/>
    <w:rsid w:val="00402C25"/>
    <w:rsid w:val="00427C5A"/>
    <w:rsid w:val="00432A92"/>
    <w:rsid w:val="00464DEB"/>
    <w:rsid w:val="00466DAE"/>
    <w:rsid w:val="004868FC"/>
    <w:rsid w:val="00486B8E"/>
    <w:rsid w:val="00496D33"/>
    <w:rsid w:val="004B5B14"/>
    <w:rsid w:val="004C22A9"/>
    <w:rsid w:val="004C7257"/>
    <w:rsid w:val="004D7D27"/>
    <w:rsid w:val="004E1B29"/>
    <w:rsid w:val="004E79D4"/>
    <w:rsid w:val="00505CB2"/>
    <w:rsid w:val="00517DE0"/>
    <w:rsid w:val="005316F4"/>
    <w:rsid w:val="00552913"/>
    <w:rsid w:val="00554BDC"/>
    <w:rsid w:val="0055583D"/>
    <w:rsid w:val="00556722"/>
    <w:rsid w:val="005A3489"/>
    <w:rsid w:val="005A7746"/>
    <w:rsid w:val="005B234B"/>
    <w:rsid w:val="005E7184"/>
    <w:rsid w:val="005F36B6"/>
    <w:rsid w:val="005F48AD"/>
    <w:rsid w:val="00603742"/>
    <w:rsid w:val="0063080A"/>
    <w:rsid w:val="006415E7"/>
    <w:rsid w:val="00643C8D"/>
    <w:rsid w:val="00650DF1"/>
    <w:rsid w:val="00663557"/>
    <w:rsid w:val="00674B3A"/>
    <w:rsid w:val="00690CAF"/>
    <w:rsid w:val="00691F02"/>
    <w:rsid w:val="00697B63"/>
    <w:rsid w:val="006A5CEA"/>
    <w:rsid w:val="006E01A0"/>
    <w:rsid w:val="006F4FC3"/>
    <w:rsid w:val="006F7F0F"/>
    <w:rsid w:val="00703E1A"/>
    <w:rsid w:val="00706275"/>
    <w:rsid w:val="00721AE0"/>
    <w:rsid w:val="00735CD2"/>
    <w:rsid w:val="00743D1D"/>
    <w:rsid w:val="00750496"/>
    <w:rsid w:val="00755226"/>
    <w:rsid w:val="00775172"/>
    <w:rsid w:val="007843B0"/>
    <w:rsid w:val="00785E4A"/>
    <w:rsid w:val="007A3EC9"/>
    <w:rsid w:val="007B39BF"/>
    <w:rsid w:val="007C332E"/>
    <w:rsid w:val="007E6350"/>
    <w:rsid w:val="0080023A"/>
    <w:rsid w:val="008136E4"/>
    <w:rsid w:val="0082044D"/>
    <w:rsid w:val="00820FA5"/>
    <w:rsid w:val="008212D6"/>
    <w:rsid w:val="00827291"/>
    <w:rsid w:val="0083794B"/>
    <w:rsid w:val="008415A6"/>
    <w:rsid w:val="00843C9E"/>
    <w:rsid w:val="008564BF"/>
    <w:rsid w:val="00861A0E"/>
    <w:rsid w:val="00865E12"/>
    <w:rsid w:val="008A1362"/>
    <w:rsid w:val="008B1DCB"/>
    <w:rsid w:val="008B556D"/>
    <w:rsid w:val="008D179E"/>
    <w:rsid w:val="008D6466"/>
    <w:rsid w:val="008E10D7"/>
    <w:rsid w:val="00905139"/>
    <w:rsid w:val="009115FF"/>
    <w:rsid w:val="009356B8"/>
    <w:rsid w:val="00953809"/>
    <w:rsid w:val="00956091"/>
    <w:rsid w:val="00956372"/>
    <w:rsid w:val="00956B51"/>
    <w:rsid w:val="00966AC0"/>
    <w:rsid w:val="0097693B"/>
    <w:rsid w:val="00985144"/>
    <w:rsid w:val="00986422"/>
    <w:rsid w:val="00994111"/>
    <w:rsid w:val="009959F4"/>
    <w:rsid w:val="00995D80"/>
    <w:rsid w:val="009B409E"/>
    <w:rsid w:val="009C2E38"/>
    <w:rsid w:val="009C416C"/>
    <w:rsid w:val="009F3AD2"/>
    <w:rsid w:val="009F4329"/>
    <w:rsid w:val="00A00779"/>
    <w:rsid w:val="00A1260A"/>
    <w:rsid w:val="00A152A1"/>
    <w:rsid w:val="00A17D42"/>
    <w:rsid w:val="00A657ED"/>
    <w:rsid w:val="00A952CB"/>
    <w:rsid w:val="00AB34F3"/>
    <w:rsid w:val="00AC2478"/>
    <w:rsid w:val="00AC31F2"/>
    <w:rsid w:val="00AE5166"/>
    <w:rsid w:val="00B13569"/>
    <w:rsid w:val="00B46ABD"/>
    <w:rsid w:val="00B47214"/>
    <w:rsid w:val="00B638C2"/>
    <w:rsid w:val="00B664B1"/>
    <w:rsid w:val="00B82832"/>
    <w:rsid w:val="00B8382E"/>
    <w:rsid w:val="00B8411B"/>
    <w:rsid w:val="00B86040"/>
    <w:rsid w:val="00B87014"/>
    <w:rsid w:val="00BB08ED"/>
    <w:rsid w:val="00BD5E29"/>
    <w:rsid w:val="00BE7F3E"/>
    <w:rsid w:val="00BF1BFC"/>
    <w:rsid w:val="00BF4631"/>
    <w:rsid w:val="00C05B46"/>
    <w:rsid w:val="00C10387"/>
    <w:rsid w:val="00C17286"/>
    <w:rsid w:val="00C2049A"/>
    <w:rsid w:val="00C24E76"/>
    <w:rsid w:val="00C360C8"/>
    <w:rsid w:val="00C4039E"/>
    <w:rsid w:val="00C632A9"/>
    <w:rsid w:val="00C9081E"/>
    <w:rsid w:val="00CA088E"/>
    <w:rsid w:val="00CA2543"/>
    <w:rsid w:val="00CA3F21"/>
    <w:rsid w:val="00CA70F8"/>
    <w:rsid w:val="00CB46E0"/>
    <w:rsid w:val="00CD0B6F"/>
    <w:rsid w:val="00CE48A1"/>
    <w:rsid w:val="00CE717C"/>
    <w:rsid w:val="00CF5198"/>
    <w:rsid w:val="00CF7D50"/>
    <w:rsid w:val="00D00D1C"/>
    <w:rsid w:val="00D0263C"/>
    <w:rsid w:val="00D344C6"/>
    <w:rsid w:val="00D34935"/>
    <w:rsid w:val="00D4201A"/>
    <w:rsid w:val="00D52828"/>
    <w:rsid w:val="00D53DF8"/>
    <w:rsid w:val="00D57C3D"/>
    <w:rsid w:val="00D7357F"/>
    <w:rsid w:val="00D90E11"/>
    <w:rsid w:val="00DB2D51"/>
    <w:rsid w:val="00DD266B"/>
    <w:rsid w:val="00DE11AA"/>
    <w:rsid w:val="00DE711C"/>
    <w:rsid w:val="00DF10DB"/>
    <w:rsid w:val="00E03678"/>
    <w:rsid w:val="00E04AC9"/>
    <w:rsid w:val="00E256D9"/>
    <w:rsid w:val="00E25C26"/>
    <w:rsid w:val="00E26317"/>
    <w:rsid w:val="00E333A7"/>
    <w:rsid w:val="00E33F85"/>
    <w:rsid w:val="00E5333C"/>
    <w:rsid w:val="00E7796D"/>
    <w:rsid w:val="00E83EC6"/>
    <w:rsid w:val="00E971A2"/>
    <w:rsid w:val="00EA115D"/>
    <w:rsid w:val="00EA3963"/>
    <w:rsid w:val="00EB3CDF"/>
    <w:rsid w:val="00ED45B6"/>
    <w:rsid w:val="00EE367A"/>
    <w:rsid w:val="00EF02BE"/>
    <w:rsid w:val="00F00D7C"/>
    <w:rsid w:val="00F10B03"/>
    <w:rsid w:val="00F222C5"/>
    <w:rsid w:val="00F2399F"/>
    <w:rsid w:val="00F629EE"/>
    <w:rsid w:val="00F63446"/>
    <w:rsid w:val="00F64C9E"/>
    <w:rsid w:val="00F65D91"/>
    <w:rsid w:val="00F73482"/>
    <w:rsid w:val="00F7635D"/>
    <w:rsid w:val="00F8649C"/>
    <w:rsid w:val="00F86A84"/>
    <w:rsid w:val="00F8753F"/>
    <w:rsid w:val="00F878C5"/>
    <w:rsid w:val="00F91D51"/>
    <w:rsid w:val="00FB1680"/>
    <w:rsid w:val="00FB39BF"/>
    <w:rsid w:val="00FB707F"/>
    <w:rsid w:val="00FB7EC0"/>
    <w:rsid w:val="00FD5DCB"/>
    <w:rsid w:val="00FE525B"/>
    <w:rsid w:val="00FE567E"/>
    <w:rsid w:val="00FF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  <w14:docId w14:val="6B18066A"/>
  <w15:chartTrackingRefBased/>
  <w15:docId w15:val="{1C701E57-F32A-4FC8-B5EF-70461389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3489"/>
    <w:rPr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5"/>
      </w:numPr>
      <w:spacing w:line="360" w:lineRule="atLeast"/>
      <w:outlineLvl w:val="0"/>
    </w:pPr>
    <w:rPr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6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7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15"/>
      </w:numPr>
    </w:pPr>
  </w:style>
  <w:style w:type="paragraph" w:styleId="Aufzhlungszeichen2">
    <w:name w:val="List Bullet 2"/>
    <w:basedOn w:val="Aufzhlungszeichen"/>
    <w:pPr>
      <w:numPr>
        <w:numId w:val="16"/>
      </w:numPr>
      <w:tabs>
        <w:tab w:val="clear" w:pos="643"/>
        <w:tab w:val="num" w:pos="851"/>
      </w:tabs>
      <w:ind w:left="851" w:hanging="426"/>
    </w:pPr>
  </w:style>
  <w:style w:type="paragraph" w:styleId="Aufzhlungszeichen3">
    <w:name w:val="List Bullet 3"/>
    <w:basedOn w:val="Standard"/>
    <w:pPr>
      <w:numPr>
        <w:numId w:val="17"/>
      </w:numPr>
      <w:tabs>
        <w:tab w:val="clear" w:pos="926"/>
        <w:tab w:val="num" w:pos="1276"/>
      </w:tabs>
      <w:ind w:left="1276" w:hanging="425"/>
    </w:pPr>
  </w:style>
  <w:style w:type="paragraph" w:styleId="Aufzhlungszeichen4">
    <w:name w:val="List Bullet 4"/>
    <w:basedOn w:val="Standard"/>
    <w:pPr>
      <w:numPr>
        <w:numId w:val="18"/>
      </w:numPr>
      <w:tabs>
        <w:tab w:val="clear" w:pos="1209"/>
        <w:tab w:val="num" w:pos="1701"/>
      </w:tabs>
      <w:ind w:left="1701" w:hanging="425"/>
    </w:pPr>
  </w:style>
  <w:style w:type="paragraph" w:styleId="Aufzhlungszeichen5">
    <w:name w:val="List Bullet 5"/>
    <w:basedOn w:val="Standard"/>
    <w:pPr>
      <w:numPr>
        <w:numId w:val="19"/>
      </w:numPr>
      <w:tabs>
        <w:tab w:val="clear" w:pos="1492"/>
        <w:tab w:val="num" w:pos="2126"/>
      </w:tabs>
      <w:ind w:left="2126" w:hanging="425"/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20"/>
      </w:numPr>
    </w:pPr>
  </w:style>
  <w:style w:type="paragraph" w:styleId="Liste2">
    <w:name w:val="List 2"/>
    <w:basedOn w:val="Standard"/>
    <w:pPr>
      <w:numPr>
        <w:numId w:val="21"/>
      </w:numPr>
    </w:pPr>
  </w:style>
  <w:style w:type="paragraph" w:styleId="Liste3">
    <w:name w:val="List 3"/>
    <w:basedOn w:val="Standard"/>
    <w:pPr>
      <w:numPr>
        <w:numId w:val="22"/>
      </w:numPr>
    </w:pPr>
  </w:style>
  <w:style w:type="paragraph" w:styleId="Liste4">
    <w:name w:val="List 4"/>
    <w:basedOn w:val="Standard"/>
    <w:pPr>
      <w:numPr>
        <w:numId w:val="23"/>
      </w:numPr>
    </w:pPr>
  </w:style>
  <w:style w:type="paragraph" w:styleId="Liste5">
    <w:name w:val="List 5"/>
    <w:basedOn w:val="Standard"/>
    <w:pPr>
      <w:numPr>
        <w:numId w:val="24"/>
      </w:numPr>
    </w:pPr>
  </w:style>
  <w:style w:type="paragraph" w:styleId="Listenfortsetzung">
    <w:name w:val="List Continue"/>
    <w:basedOn w:val="Standard"/>
    <w:pPr>
      <w:numPr>
        <w:numId w:val="25"/>
      </w:numPr>
    </w:pPr>
  </w:style>
  <w:style w:type="paragraph" w:styleId="Listenfortsetzung2">
    <w:name w:val="List Continue 2"/>
    <w:basedOn w:val="Standard"/>
    <w:pPr>
      <w:numPr>
        <w:numId w:val="26"/>
      </w:numPr>
    </w:pPr>
  </w:style>
  <w:style w:type="paragraph" w:styleId="Listenfortsetzung3">
    <w:name w:val="List Continue 3"/>
    <w:basedOn w:val="Standard"/>
    <w:pPr>
      <w:numPr>
        <w:numId w:val="27"/>
      </w:numPr>
    </w:pPr>
  </w:style>
  <w:style w:type="paragraph" w:styleId="Listenfortsetzung4">
    <w:name w:val="List Continue 4"/>
    <w:basedOn w:val="Standard"/>
    <w:pPr>
      <w:numPr>
        <w:numId w:val="28"/>
      </w:numPr>
    </w:pPr>
  </w:style>
  <w:style w:type="paragraph" w:styleId="Listenfortsetzung5">
    <w:name w:val="List Continue 5"/>
    <w:basedOn w:val="Standard"/>
    <w:pPr>
      <w:numPr>
        <w:numId w:val="29"/>
      </w:numPr>
    </w:pPr>
  </w:style>
  <w:style w:type="paragraph" w:styleId="Listennummer">
    <w:name w:val="List Number"/>
    <w:basedOn w:val="Standard"/>
    <w:pPr>
      <w:numPr>
        <w:numId w:val="30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31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32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33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4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semiHidden/>
    <w:pPr>
      <w:tabs>
        <w:tab w:val="left" w:pos="851"/>
        <w:tab w:val="right" w:pos="9072"/>
      </w:tabs>
      <w:spacing w:before="240"/>
      <w:ind w:left="851" w:hanging="851"/>
    </w:pPr>
    <w:rPr>
      <w:b/>
      <w:sz w:val="24"/>
    </w:rPr>
  </w:style>
  <w:style w:type="paragraph" w:styleId="Verzeichnis2">
    <w:name w:val="toc 2"/>
    <w:basedOn w:val="Standard"/>
    <w:next w:val="Standard"/>
    <w:semiHidden/>
    <w:pPr>
      <w:tabs>
        <w:tab w:val="left" w:pos="850"/>
        <w:tab w:val="right" w:leader="dot" w:pos="9072"/>
      </w:tabs>
      <w:spacing w:before="60"/>
      <w:ind w:left="851" w:hanging="851"/>
    </w:pPr>
  </w:style>
  <w:style w:type="paragraph" w:styleId="Verzeichnis3">
    <w:name w:val="toc 3"/>
    <w:basedOn w:val="Standard"/>
    <w:next w:val="Standard"/>
    <w:semiHidden/>
    <w:pPr>
      <w:tabs>
        <w:tab w:val="left" w:pos="850"/>
        <w:tab w:val="right" w:leader="dot" w:pos="9072"/>
      </w:tabs>
      <w:spacing w:before="60"/>
      <w:ind w:left="851" w:hanging="851"/>
    </w:p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Verzeichnis6">
    <w:name w:val="toc 6"/>
    <w:basedOn w:val="Standard"/>
    <w:next w:val="Standard"/>
    <w:semiHidden/>
    <w:pPr>
      <w:ind w:left="1000"/>
    </w:pPr>
  </w:style>
  <w:style w:type="paragraph" w:styleId="Verzeichnis7">
    <w:name w:val="toc 7"/>
    <w:basedOn w:val="Standard"/>
    <w:next w:val="Standard"/>
    <w:semiHidden/>
    <w:pPr>
      <w:ind w:left="1200"/>
    </w:pPr>
  </w:style>
  <w:style w:type="paragraph" w:styleId="Verzeichnis8">
    <w:name w:val="toc 8"/>
    <w:basedOn w:val="Standard"/>
    <w:next w:val="Standard"/>
    <w:semiHidden/>
    <w:pPr>
      <w:ind w:left="1400"/>
    </w:pPr>
  </w:style>
  <w:style w:type="paragraph" w:styleId="Verzeichnis9">
    <w:name w:val="toc 9"/>
    <w:basedOn w:val="Standard"/>
    <w:next w:val="Standard"/>
    <w:semiHidden/>
    <w:pPr>
      <w:ind w:left="1600"/>
    </w:pPr>
  </w:style>
  <w:style w:type="paragraph" w:customStyle="1" w:styleId="ListStrich">
    <w:name w:val="List_Strich"/>
    <w:basedOn w:val="Standard"/>
    <w:pPr>
      <w:numPr>
        <w:numId w:val="39"/>
      </w:numPr>
    </w:pPr>
  </w:style>
  <w:style w:type="paragraph" w:customStyle="1" w:styleId="ListPunkt">
    <w:name w:val="List_Punkt"/>
    <w:basedOn w:val="Standard"/>
    <w:pPr>
      <w:numPr>
        <w:numId w:val="38"/>
      </w:numPr>
    </w:pPr>
  </w:style>
  <w:style w:type="paragraph" w:customStyle="1" w:styleId="ListNum">
    <w:name w:val="List_Num"/>
    <w:basedOn w:val="Standard"/>
    <w:pPr>
      <w:numPr>
        <w:numId w:val="40"/>
      </w:numPr>
    </w:pPr>
  </w:style>
  <w:style w:type="paragraph" w:customStyle="1" w:styleId="ListAlpha">
    <w:name w:val="List_Alpha"/>
    <w:basedOn w:val="Standard"/>
    <w:pPr>
      <w:numPr>
        <w:numId w:val="41"/>
      </w:numPr>
    </w:pPr>
  </w:style>
  <w:style w:type="paragraph" w:styleId="Sprechblasentext">
    <w:name w:val="Balloon Text"/>
    <w:basedOn w:val="Standard"/>
    <w:semiHidden/>
    <w:rsid w:val="00350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IDZEDI\OFFICE_SETTINGS\TEMPLATES\SHARED\DEUTSCH\Basisformular_D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7CC9-6652-459B-AD2E-2C3C1570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Basisformular_D.dot</Template>
  <TotalTime>0</TotalTime>
  <Pages>3</Pages>
  <Words>1083</Words>
  <Characters>5796</Characters>
  <Application>Microsoft Office Word</Application>
  <DocSecurity>0</DocSecurity>
  <Lines>966</Lines>
  <Paragraphs>625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Begleitkarte für radioaktiven Rohabfal - Innenverpackung IV (rot)</vt:lpstr>
      <vt:lpstr>Basisformular</vt:lpstr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Begleitkarte ROT - Innenverpackung IV</dc:title>
  <dc:subject/>
  <dc:creator>BAG STR</dc:creator>
  <cp:keywords/>
  <dc:description/>
  <cp:lastModifiedBy>Senn Anna-Caterina BAG</cp:lastModifiedBy>
  <cp:revision>2</cp:revision>
  <cp:lastPrinted>2024-12-03T14:06:00Z</cp:lastPrinted>
  <dcterms:created xsi:type="dcterms:W3CDTF">2024-12-03T14:06:00Z</dcterms:created>
  <dcterms:modified xsi:type="dcterms:W3CDTF">2024-12-03T14:06:00Z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ro">
    <vt:lpwstr/>
  </property>
  <property fmtid="{D5CDD505-2E9C-101B-9397-08002B2CF9AE}" pid="3" name="Department">
    <vt:lpwstr>EDI</vt:lpwstr>
  </property>
  <property fmtid="{D5CDD505-2E9C-101B-9397-08002B2CF9AE}" pid="4" name="Department_D">
    <vt:lpwstr>EDI</vt:lpwstr>
  </property>
  <property fmtid="{D5CDD505-2E9C-101B-9397-08002B2CF9AE}" pid="5" name="Department_E">
    <vt:lpwstr>FDHA</vt:lpwstr>
  </property>
  <property fmtid="{D5CDD505-2E9C-101B-9397-08002B2CF9AE}" pid="6" name="Department_F">
    <vt:lpwstr>DFI</vt:lpwstr>
  </property>
  <property fmtid="{D5CDD505-2E9C-101B-9397-08002B2CF9AE}" pid="7" name="Department_I">
    <vt:lpwstr>DFI</vt:lpwstr>
  </property>
  <property fmtid="{D5CDD505-2E9C-101B-9397-08002B2CF9AE}" pid="8" name="Department_R">
    <vt:lpwstr>DFI</vt:lpwstr>
  </property>
  <property fmtid="{D5CDD505-2E9C-101B-9397-08002B2CF9AE}" pid="9" name="DepartmentName">
    <vt:lpwstr>Eidgenössisches Departement des Innern</vt:lpwstr>
  </property>
  <property fmtid="{D5CDD505-2E9C-101B-9397-08002B2CF9AE}" pid="10" name="DepartmentName_D">
    <vt:lpwstr>Eidgenössisches Departement des Innern</vt:lpwstr>
  </property>
  <property fmtid="{D5CDD505-2E9C-101B-9397-08002B2CF9AE}" pid="11" name="DepartmentName_E">
    <vt:lpwstr>Federal Department of Home Affairs</vt:lpwstr>
  </property>
  <property fmtid="{D5CDD505-2E9C-101B-9397-08002B2CF9AE}" pid="12" name="DepartmentName_F">
    <vt:lpwstr>Département fédéral de l'intérieur</vt:lpwstr>
  </property>
  <property fmtid="{D5CDD505-2E9C-101B-9397-08002B2CF9AE}" pid="13" name="DepartmentName_I">
    <vt:lpwstr>Dipartimento federale dell'interno</vt:lpwstr>
  </property>
  <property fmtid="{D5CDD505-2E9C-101B-9397-08002B2CF9AE}" pid="14" name="DepartmentName_R">
    <vt:lpwstr>Departament federal da l'intern</vt:lpwstr>
  </property>
  <property fmtid="{D5CDD505-2E9C-101B-9397-08002B2CF9AE}" pid="15" name="DocRef">
    <vt:lpwstr/>
  </property>
  <property fmtid="{D5CDD505-2E9C-101B-9397-08002B2CF9AE}" pid="16" name="Eigenschaft1">
    <vt:lpwstr/>
  </property>
  <property fmtid="{D5CDD505-2E9C-101B-9397-08002B2CF9AE}" pid="17" name="Eigenschaft2">
    <vt:lpwstr/>
  </property>
  <property fmtid="{D5CDD505-2E9C-101B-9397-08002B2CF9AE}" pid="18" name="Eigenschaft3">
    <vt:lpwstr/>
  </property>
  <property fmtid="{D5CDD505-2E9C-101B-9397-08002B2CF9AE}" pid="19" name="Eigenschaft4">
    <vt:lpwstr/>
  </property>
  <property fmtid="{D5CDD505-2E9C-101B-9397-08002B2CF9AE}" pid="20" name="Eigenschaft5">
    <vt:lpwstr/>
  </property>
  <property fmtid="{D5CDD505-2E9C-101B-9397-08002B2CF9AE}" pid="21" name="Fax">
    <vt:lpwstr>+41 31 322 83 83</vt:lpwstr>
  </property>
  <property fmtid="{D5CDD505-2E9C-101B-9397-08002B2CF9AE}" pid="22" name="Footer_D">
    <vt:lpwstr>Sektion Forschungsanlagen und Nuklearmedizin</vt:lpwstr>
  </property>
  <property fmtid="{D5CDD505-2E9C-101B-9397-08002B2CF9AE}" pid="23" name="Footer_E">
    <vt:lpwstr>Research Facilities and Nuclear Medicine Section</vt:lpwstr>
  </property>
  <property fmtid="{D5CDD505-2E9C-101B-9397-08002B2CF9AE}" pid="24" name="Footer_F">
    <vt:lpwstr>Section Installations de recherche et médecine nucléaire</vt:lpwstr>
  </property>
  <property fmtid="{D5CDD505-2E9C-101B-9397-08002B2CF9AE}" pid="25" name="Footer_I">
    <vt:lpwstr>Sezione impianti di ricerca e medicina nucleare</vt:lpwstr>
  </property>
  <property fmtid="{D5CDD505-2E9C-101B-9397-08002B2CF9AE}" pid="26" name="Footer_R">
    <vt:lpwstr/>
  </property>
  <property fmtid="{D5CDD505-2E9C-101B-9397-08002B2CF9AE}" pid="27" name="Function">
    <vt:lpwstr/>
  </property>
  <property fmtid="{D5CDD505-2E9C-101B-9397-08002B2CF9AE}" pid="28" name="Header_D">
    <vt:lpwstr>Direktionsbereich Verbraucherschutz</vt:lpwstr>
  </property>
  <property fmtid="{D5CDD505-2E9C-101B-9397-08002B2CF9AE}" pid="29" name="Header_E">
    <vt:lpwstr>Consumer Protection Directorate</vt:lpwstr>
  </property>
  <property fmtid="{D5CDD505-2E9C-101B-9397-08002B2CF9AE}" pid="30" name="Header_F">
    <vt:lpwstr>Unité de direction Protection des consommateurs</vt:lpwstr>
  </property>
  <property fmtid="{D5CDD505-2E9C-101B-9397-08002B2CF9AE}" pid="31" name="Header_I">
    <vt:lpwstr>Unità di direzione protezione dei consumatori</vt:lpwstr>
  </property>
  <property fmtid="{D5CDD505-2E9C-101B-9397-08002B2CF9AE}" pid="32" name="Header_R">
    <vt:lpwstr/>
  </property>
  <property fmtid="{D5CDD505-2E9C-101B-9397-08002B2CF9AE}" pid="33" name="Internet">
    <vt:lpwstr>www.bag.admin.ch</vt:lpwstr>
  </property>
  <property fmtid="{D5CDD505-2E9C-101B-9397-08002B2CF9AE}" pid="34" name="Internet_D">
    <vt:lpwstr>Internet_D</vt:lpwstr>
  </property>
  <property fmtid="{D5CDD505-2E9C-101B-9397-08002B2CF9AE}" pid="35" name="Internet_E">
    <vt:lpwstr>Internet_E</vt:lpwstr>
  </property>
  <property fmtid="{D5CDD505-2E9C-101B-9397-08002B2CF9AE}" pid="36" name="Internet_F">
    <vt:lpwstr>Internet_F</vt:lpwstr>
  </property>
  <property fmtid="{D5CDD505-2E9C-101B-9397-08002B2CF9AE}" pid="37" name="Internet_I">
    <vt:lpwstr>Internet_I</vt:lpwstr>
  </property>
  <property fmtid="{D5CDD505-2E9C-101B-9397-08002B2CF9AE}" pid="38" name="Internet_R">
    <vt:lpwstr>Internet_R</vt:lpwstr>
  </property>
  <property fmtid="{D5CDD505-2E9C-101B-9397-08002B2CF9AE}" pid="39" name="Land">
    <vt:lpwstr>CH</vt:lpwstr>
  </property>
  <property fmtid="{D5CDD505-2E9C-101B-9397-08002B2CF9AE}" pid="40" name="Location">
    <vt:lpwstr>Liebefeld</vt:lpwstr>
  </property>
  <property fmtid="{D5CDD505-2E9C-101B-9397-08002B2CF9AE}" pid="41" name="Location_D">
    <vt:lpwstr>Liebefeld</vt:lpwstr>
  </property>
  <property fmtid="{D5CDD505-2E9C-101B-9397-08002B2CF9AE}" pid="42" name="Location_E">
    <vt:lpwstr>Liebefeld</vt:lpwstr>
  </property>
  <property fmtid="{D5CDD505-2E9C-101B-9397-08002B2CF9AE}" pid="43" name="Location_F">
    <vt:lpwstr>Liebefeld</vt:lpwstr>
  </property>
  <property fmtid="{D5CDD505-2E9C-101B-9397-08002B2CF9AE}" pid="44" name="Location_I">
    <vt:lpwstr>Liebefeld</vt:lpwstr>
  </property>
  <property fmtid="{D5CDD505-2E9C-101B-9397-08002B2CF9AE}" pid="45" name="Location_R">
    <vt:lpwstr/>
  </property>
  <property fmtid="{D5CDD505-2E9C-101B-9397-08002B2CF9AE}" pid="46" name="LocationAdr">
    <vt:lpwstr>Schwarzenburgstrasse 165</vt:lpwstr>
  </property>
  <property fmtid="{D5CDD505-2E9C-101B-9397-08002B2CF9AE}" pid="47" name="LocationPLZ">
    <vt:lpwstr>3097</vt:lpwstr>
  </property>
  <property fmtid="{D5CDD505-2E9C-101B-9397-08002B2CF9AE}" pid="48" name="LoginBuro">
    <vt:lpwstr/>
  </property>
  <property fmtid="{D5CDD505-2E9C-101B-9397-08002B2CF9AE}" pid="49" name="LoginFax">
    <vt:lpwstr>+41 31 322 83 83</vt:lpwstr>
  </property>
  <property fmtid="{D5CDD505-2E9C-101B-9397-08002B2CF9AE}" pid="50" name="LoginFullName">
    <vt:lpwstr>Marti Thomas;U7259</vt:lpwstr>
  </property>
  <property fmtid="{D5CDD505-2E9C-101B-9397-08002B2CF9AE}" pid="51" name="LoginFunction_D">
    <vt:lpwstr/>
  </property>
  <property fmtid="{D5CDD505-2E9C-101B-9397-08002B2CF9AE}" pid="52" name="LoginFunction_E">
    <vt:lpwstr/>
  </property>
  <property fmtid="{D5CDD505-2E9C-101B-9397-08002B2CF9AE}" pid="53" name="LoginFunction_F">
    <vt:lpwstr/>
  </property>
  <property fmtid="{D5CDD505-2E9C-101B-9397-08002B2CF9AE}" pid="54" name="LoginFunction_I">
    <vt:lpwstr/>
  </property>
  <property fmtid="{D5CDD505-2E9C-101B-9397-08002B2CF9AE}" pid="55" name="LoginFunction_R">
    <vt:lpwstr>LoginFunction_R</vt:lpwstr>
  </property>
  <property fmtid="{D5CDD505-2E9C-101B-9397-08002B2CF9AE}" pid="56" name="LoginKurzel">
    <vt:lpwstr>THM</vt:lpwstr>
  </property>
  <property fmtid="{D5CDD505-2E9C-101B-9397-08002B2CF9AE}" pid="57" name="LoginLocation">
    <vt:lpwstr>Schwarzenburgstrasse 165</vt:lpwstr>
  </property>
  <property fmtid="{D5CDD505-2E9C-101B-9397-08002B2CF9AE}" pid="58" name="LoginMailAdr">
    <vt:lpwstr>Thomas.Marti@bag.admin.ch</vt:lpwstr>
  </property>
  <property fmtid="{D5CDD505-2E9C-101B-9397-08002B2CF9AE}" pid="59" name="LoginName">
    <vt:lpwstr>Marti</vt:lpwstr>
  </property>
  <property fmtid="{D5CDD505-2E9C-101B-9397-08002B2CF9AE}" pid="60" name="LoginOffice">
    <vt:lpwstr>LoginOffice</vt:lpwstr>
  </property>
  <property fmtid="{D5CDD505-2E9C-101B-9397-08002B2CF9AE}" pid="61" name="LoginOrgUnitID">
    <vt:lpwstr>Direktionsbereich Verbraucherschutz</vt:lpwstr>
  </property>
  <property fmtid="{D5CDD505-2E9C-101B-9397-08002B2CF9AE}" pid="62" name="LoginTel">
    <vt:lpwstr>+41 31 324 10 40</vt:lpwstr>
  </property>
  <property fmtid="{D5CDD505-2E9C-101B-9397-08002B2CF9AE}" pid="63" name="LoginTitle_D">
    <vt:lpwstr/>
  </property>
  <property fmtid="{D5CDD505-2E9C-101B-9397-08002B2CF9AE}" pid="64" name="LoginTitle_E">
    <vt:lpwstr/>
  </property>
  <property fmtid="{D5CDD505-2E9C-101B-9397-08002B2CF9AE}" pid="65" name="LoginTitle_F">
    <vt:lpwstr/>
  </property>
  <property fmtid="{D5CDD505-2E9C-101B-9397-08002B2CF9AE}" pid="66" name="LoginTitle_I">
    <vt:lpwstr/>
  </property>
  <property fmtid="{D5CDD505-2E9C-101B-9397-08002B2CF9AE}" pid="67" name="LoginTitle_R">
    <vt:lpwstr>LoginTitle_R</vt:lpwstr>
  </property>
  <property fmtid="{D5CDD505-2E9C-101B-9397-08002B2CF9AE}" pid="68" name="LoginUserID">
    <vt:lpwstr>U7259</vt:lpwstr>
  </property>
  <property fmtid="{D5CDD505-2E9C-101B-9397-08002B2CF9AE}" pid="69" name="LoginVorname">
    <vt:lpwstr>Thomas</vt:lpwstr>
  </property>
  <property fmtid="{D5CDD505-2E9C-101B-9397-08002B2CF9AE}" pid="70" name="MailAdr">
    <vt:lpwstr>Thomas.Marti@bag.admin.ch</vt:lpwstr>
  </property>
  <property fmtid="{D5CDD505-2E9C-101B-9397-08002B2CF9AE}" pid="71" name="Management">
    <vt:lpwstr>Management</vt:lpwstr>
  </property>
  <property fmtid="{D5CDD505-2E9C-101B-9397-08002B2CF9AE}" pid="72" name="Office">
    <vt:lpwstr>BAG</vt:lpwstr>
  </property>
  <property fmtid="{D5CDD505-2E9C-101B-9397-08002B2CF9AE}" pid="73" name="Office_D">
    <vt:lpwstr>BAG</vt:lpwstr>
  </property>
  <property fmtid="{D5CDD505-2E9C-101B-9397-08002B2CF9AE}" pid="74" name="Office_E">
    <vt:lpwstr>FOPH</vt:lpwstr>
  </property>
  <property fmtid="{D5CDD505-2E9C-101B-9397-08002B2CF9AE}" pid="75" name="Office_F">
    <vt:lpwstr>OFSP</vt:lpwstr>
  </property>
  <property fmtid="{D5CDD505-2E9C-101B-9397-08002B2CF9AE}" pid="76" name="Office_I">
    <vt:lpwstr>UFSP</vt:lpwstr>
  </property>
  <property fmtid="{D5CDD505-2E9C-101B-9397-08002B2CF9AE}" pid="77" name="Office_R">
    <vt:lpwstr/>
  </property>
  <property fmtid="{D5CDD505-2E9C-101B-9397-08002B2CF9AE}" pid="78" name="OfficeMail">
    <vt:lpwstr>OfficeMail</vt:lpwstr>
  </property>
  <property fmtid="{D5CDD505-2E9C-101B-9397-08002B2CF9AE}" pid="79" name="OfficeName">
    <vt:lpwstr>Bundesamt für Gesundheit</vt:lpwstr>
  </property>
  <property fmtid="{D5CDD505-2E9C-101B-9397-08002B2CF9AE}" pid="80" name="OfficeName_D">
    <vt:lpwstr>Bundesamt für Gesundheit</vt:lpwstr>
  </property>
  <property fmtid="{D5CDD505-2E9C-101B-9397-08002B2CF9AE}" pid="81" name="OfficeName_E">
    <vt:lpwstr>Federal Office of Public Health</vt:lpwstr>
  </property>
  <property fmtid="{D5CDD505-2E9C-101B-9397-08002B2CF9AE}" pid="82" name="OfficeName_F">
    <vt:lpwstr>Office fédéral de la santé publique</vt:lpwstr>
  </property>
  <property fmtid="{D5CDD505-2E9C-101B-9397-08002B2CF9AE}" pid="83" name="OfficeName_I">
    <vt:lpwstr>Ufficio federale della sanità pubblica</vt:lpwstr>
  </property>
  <property fmtid="{D5CDD505-2E9C-101B-9397-08002B2CF9AE}" pid="84" name="OfficeName_R">
    <vt:lpwstr/>
  </property>
  <property fmtid="{D5CDD505-2E9C-101B-9397-08002B2CF9AE}" pid="85" name="OrgUnit">
    <vt:lpwstr>Direktionsbereich Verbraucherschutz</vt:lpwstr>
  </property>
  <property fmtid="{D5CDD505-2E9C-101B-9397-08002B2CF9AE}" pid="86" name="OrgUnitCode">
    <vt:lpwstr/>
  </property>
  <property fmtid="{D5CDD505-2E9C-101B-9397-08002B2CF9AE}" pid="87" name="OrgUnitFax">
    <vt:lpwstr>+41 31 322 83 83</vt:lpwstr>
  </property>
  <property fmtid="{D5CDD505-2E9C-101B-9397-08002B2CF9AE}" pid="88" name="OrgUnitFooter">
    <vt:lpwstr>Sektion Forschungsanlagen und Nuklearmedizin</vt:lpwstr>
  </property>
  <property fmtid="{D5CDD505-2E9C-101B-9397-08002B2CF9AE}" pid="89" name="OrgUnitID">
    <vt:lpwstr>Direktionsbereich Verbraucherschutz</vt:lpwstr>
  </property>
  <property fmtid="{D5CDD505-2E9C-101B-9397-08002B2CF9AE}" pid="90" name="OrgUnitMail">
    <vt:lpwstr/>
  </property>
  <property fmtid="{D5CDD505-2E9C-101B-9397-08002B2CF9AE}" pid="91" name="OrgUnitTel">
    <vt:lpwstr>+41 31 323 02 54</vt:lpwstr>
  </property>
  <property fmtid="{D5CDD505-2E9C-101B-9397-08002B2CF9AE}" pid="92" name="PostAdr">
    <vt:lpwstr>Bern</vt:lpwstr>
  </property>
  <property fmtid="{D5CDD505-2E9C-101B-9397-08002B2CF9AE}" pid="93" name="PostAdr_D">
    <vt:lpwstr>Bern</vt:lpwstr>
  </property>
  <property fmtid="{D5CDD505-2E9C-101B-9397-08002B2CF9AE}" pid="94" name="PostAdr_E">
    <vt:lpwstr>Bern</vt:lpwstr>
  </property>
  <property fmtid="{D5CDD505-2E9C-101B-9397-08002B2CF9AE}" pid="95" name="PostAdr_F">
    <vt:lpwstr>Berne</vt:lpwstr>
  </property>
  <property fmtid="{D5CDD505-2E9C-101B-9397-08002B2CF9AE}" pid="96" name="PostAdr_I">
    <vt:lpwstr>Berna</vt:lpwstr>
  </property>
  <property fmtid="{D5CDD505-2E9C-101B-9397-08002B2CF9AE}" pid="97" name="PostAdr_R">
    <vt:lpwstr/>
  </property>
  <property fmtid="{D5CDD505-2E9C-101B-9397-08002B2CF9AE}" pid="98" name="PostPLZ">
    <vt:lpwstr>3003</vt:lpwstr>
  </property>
  <property fmtid="{D5CDD505-2E9C-101B-9397-08002B2CF9AE}" pid="99" name="Ref">
    <vt:lpwstr>THM</vt:lpwstr>
  </property>
  <property fmtid="{D5CDD505-2E9C-101B-9397-08002B2CF9AE}" pid="100" name="Subject">
    <vt:lpwstr/>
  </property>
  <property fmtid="{D5CDD505-2E9C-101B-9397-08002B2CF9AE}" pid="101" name="Tel">
    <vt:lpwstr>+41 31 324 10 40</vt:lpwstr>
  </property>
  <property fmtid="{D5CDD505-2E9C-101B-9397-08002B2CF9AE}" pid="102" name="Title">
    <vt:lpwstr/>
  </property>
  <property fmtid="{D5CDD505-2E9C-101B-9397-08002B2CF9AE}" pid="103" name="UnderUnit">
    <vt:lpwstr/>
  </property>
  <property fmtid="{D5CDD505-2E9C-101B-9397-08002B2CF9AE}" pid="104" name="UnderUnit_D">
    <vt:lpwstr>UnderUnit_D</vt:lpwstr>
  </property>
  <property fmtid="{D5CDD505-2E9C-101B-9397-08002B2CF9AE}" pid="105" name="UnderUnit_E">
    <vt:lpwstr>UnderUnit_E</vt:lpwstr>
  </property>
  <property fmtid="{D5CDD505-2E9C-101B-9397-08002B2CF9AE}" pid="106" name="UnderUnit_F">
    <vt:lpwstr>UnderUnit_F</vt:lpwstr>
  </property>
  <property fmtid="{D5CDD505-2E9C-101B-9397-08002B2CF9AE}" pid="107" name="UnderUnit_I">
    <vt:lpwstr>UnderUnit_I</vt:lpwstr>
  </property>
  <property fmtid="{D5CDD505-2E9C-101B-9397-08002B2CF9AE}" pid="108" name="UnderUnit_R">
    <vt:lpwstr>UnderUnit_R</vt:lpwstr>
  </property>
  <property fmtid="{D5CDD505-2E9C-101B-9397-08002B2CF9AE}" pid="109" name="UserBuro">
    <vt:lpwstr/>
  </property>
  <property fmtid="{D5CDD505-2E9C-101B-9397-08002B2CF9AE}" pid="110" name="UserFax">
    <vt:lpwstr>+41 31 322 83 83</vt:lpwstr>
  </property>
  <property fmtid="{D5CDD505-2E9C-101B-9397-08002B2CF9AE}" pid="111" name="UserFullName">
    <vt:lpwstr>Marti Thomas;U7259</vt:lpwstr>
  </property>
  <property fmtid="{D5CDD505-2E9C-101B-9397-08002B2CF9AE}" pid="112" name="UserFunction_D">
    <vt:lpwstr/>
  </property>
  <property fmtid="{D5CDD505-2E9C-101B-9397-08002B2CF9AE}" pid="113" name="UserFunction_E">
    <vt:lpwstr/>
  </property>
  <property fmtid="{D5CDD505-2E9C-101B-9397-08002B2CF9AE}" pid="114" name="UserFunction_F">
    <vt:lpwstr/>
  </property>
  <property fmtid="{D5CDD505-2E9C-101B-9397-08002B2CF9AE}" pid="115" name="UserFunction_I">
    <vt:lpwstr/>
  </property>
  <property fmtid="{D5CDD505-2E9C-101B-9397-08002B2CF9AE}" pid="116" name="UserFunction_R">
    <vt:lpwstr>UserFunction_R</vt:lpwstr>
  </property>
  <property fmtid="{D5CDD505-2E9C-101B-9397-08002B2CF9AE}" pid="117" name="UserKurzel">
    <vt:lpwstr>THM</vt:lpwstr>
  </property>
  <property fmtid="{D5CDD505-2E9C-101B-9397-08002B2CF9AE}" pid="118" name="UserLocation">
    <vt:lpwstr>Schwarzenburgstrasse 165</vt:lpwstr>
  </property>
  <property fmtid="{D5CDD505-2E9C-101B-9397-08002B2CF9AE}" pid="119" name="UserMailAdr">
    <vt:lpwstr>Thomas.Marti@bag.admin.ch</vt:lpwstr>
  </property>
  <property fmtid="{D5CDD505-2E9C-101B-9397-08002B2CF9AE}" pid="120" name="UserName">
    <vt:lpwstr>Marti</vt:lpwstr>
  </property>
  <property fmtid="{D5CDD505-2E9C-101B-9397-08002B2CF9AE}" pid="121" name="UserOffice">
    <vt:lpwstr>UserOffice</vt:lpwstr>
  </property>
  <property fmtid="{D5CDD505-2E9C-101B-9397-08002B2CF9AE}" pid="122" name="UserOrgUnitID">
    <vt:lpwstr>Direktionsbereich Verbraucherschutz</vt:lpwstr>
  </property>
  <property fmtid="{D5CDD505-2E9C-101B-9397-08002B2CF9AE}" pid="123" name="UserTel">
    <vt:lpwstr>+41 31 324 10 40</vt:lpwstr>
  </property>
  <property fmtid="{D5CDD505-2E9C-101B-9397-08002B2CF9AE}" pid="124" name="UserTitle_D">
    <vt:lpwstr/>
  </property>
  <property fmtid="{D5CDD505-2E9C-101B-9397-08002B2CF9AE}" pid="125" name="UserTitle_E">
    <vt:lpwstr/>
  </property>
  <property fmtid="{D5CDD505-2E9C-101B-9397-08002B2CF9AE}" pid="126" name="UserTitle_F">
    <vt:lpwstr/>
  </property>
  <property fmtid="{D5CDD505-2E9C-101B-9397-08002B2CF9AE}" pid="127" name="UserTitle_I">
    <vt:lpwstr/>
  </property>
  <property fmtid="{D5CDD505-2E9C-101B-9397-08002B2CF9AE}" pid="128" name="UserTitle_R">
    <vt:lpwstr>UserTitle_R</vt:lpwstr>
  </property>
  <property fmtid="{D5CDD505-2E9C-101B-9397-08002B2CF9AE}" pid="129" name="UserUserID">
    <vt:lpwstr>U7259</vt:lpwstr>
  </property>
  <property fmtid="{D5CDD505-2E9C-101B-9397-08002B2CF9AE}" pid="130" name="UserVorname">
    <vt:lpwstr>Thomas</vt:lpwstr>
  </property>
  <property fmtid="{D5CDD505-2E9C-101B-9397-08002B2CF9AE}" pid="131" name="#UserID">
    <vt:lpwstr>'U7259'</vt:lpwstr>
  </property>
  <property fmtid="{D5CDD505-2E9C-101B-9397-08002B2CF9AE}" pid="132" name="BearbUserID">
    <vt:lpwstr/>
  </property>
  <property fmtid="{D5CDD505-2E9C-101B-9397-08002B2CF9AE}" pid="133" name="BearbFullname">
    <vt:lpwstr/>
  </property>
  <property fmtid="{D5CDD505-2E9C-101B-9397-08002B2CF9AE}" pid="134" name="BearbName">
    <vt:lpwstr/>
  </property>
  <property fmtid="{D5CDD505-2E9C-101B-9397-08002B2CF9AE}" pid="135" name="BearbVorname">
    <vt:lpwstr/>
  </property>
  <property fmtid="{D5CDD505-2E9C-101B-9397-08002B2CF9AE}" pid="136" name="BearbKurzel">
    <vt:lpwstr/>
  </property>
  <property fmtid="{D5CDD505-2E9C-101B-9397-08002B2CF9AE}" pid="137" name="BearbBuro">
    <vt:lpwstr/>
  </property>
  <property fmtid="{D5CDD505-2E9C-101B-9397-08002B2CF9AE}" pid="138" name="BearbTel">
    <vt:lpwstr/>
  </property>
  <property fmtid="{D5CDD505-2E9C-101B-9397-08002B2CF9AE}" pid="139" name="BearbFAX">
    <vt:lpwstr/>
  </property>
  <property fmtid="{D5CDD505-2E9C-101B-9397-08002B2CF9AE}" pid="140" name="BearbMailAdr">
    <vt:lpwstr/>
  </property>
  <property fmtid="{D5CDD505-2E9C-101B-9397-08002B2CF9AE}" pid="141" name="BearbTitle_D">
    <vt:lpwstr/>
  </property>
  <property fmtid="{D5CDD505-2E9C-101B-9397-08002B2CF9AE}" pid="142" name="BearbTitle_F">
    <vt:lpwstr/>
  </property>
  <property fmtid="{D5CDD505-2E9C-101B-9397-08002B2CF9AE}" pid="143" name="BearbTitle_I">
    <vt:lpwstr/>
  </property>
  <property fmtid="{D5CDD505-2E9C-101B-9397-08002B2CF9AE}" pid="144" name="BearbTitle_E">
    <vt:lpwstr/>
  </property>
  <property fmtid="{D5CDD505-2E9C-101B-9397-08002B2CF9AE}" pid="145" name="BearbFunction_D">
    <vt:lpwstr/>
  </property>
  <property fmtid="{D5CDD505-2E9C-101B-9397-08002B2CF9AE}" pid="146" name="BearbFunction_F">
    <vt:lpwstr/>
  </property>
  <property fmtid="{D5CDD505-2E9C-101B-9397-08002B2CF9AE}" pid="147" name="BearbFunction_I">
    <vt:lpwstr/>
  </property>
  <property fmtid="{D5CDD505-2E9C-101B-9397-08002B2CF9AE}" pid="148" name="BearbFunction_E">
    <vt:lpwstr/>
  </property>
  <property fmtid="{D5CDD505-2E9C-101B-9397-08002B2CF9AE}" pid="149" name="BearbLocation">
    <vt:lpwstr/>
  </property>
  <property fmtid="{D5CDD505-2E9C-101B-9397-08002B2CF9AE}" pid="150" name="BearbOrgUnitID">
    <vt:lpwstr/>
  </property>
  <property fmtid="{D5CDD505-2E9C-101B-9397-08002B2CF9AE}" pid="151" name="LoginOrgUnitTel">
    <vt:lpwstr>+41 31 323 02 54</vt:lpwstr>
  </property>
  <property fmtid="{D5CDD505-2E9C-101B-9397-08002B2CF9AE}" pid="152" name="BearbOrgUnitTel">
    <vt:lpwstr/>
  </property>
  <property fmtid="{D5CDD505-2E9C-101B-9397-08002B2CF9AE}" pid="153" name="UserOrgUnitTel">
    <vt:lpwstr>+41 31 323 02 54</vt:lpwstr>
  </property>
  <property fmtid="{D5CDD505-2E9C-101B-9397-08002B2CF9AE}" pid="154" name="LoginOrgUnitFax">
    <vt:lpwstr>+41 31 322 83 83</vt:lpwstr>
  </property>
  <property fmtid="{D5CDD505-2E9C-101B-9397-08002B2CF9AE}" pid="155" name="BearbOrgUnitFax">
    <vt:lpwstr/>
  </property>
  <property fmtid="{D5CDD505-2E9C-101B-9397-08002B2CF9AE}" pid="156" name="UserOrgUnitFax">
    <vt:lpwstr>+41 31 322 83 83</vt:lpwstr>
  </property>
  <property fmtid="{D5CDD505-2E9C-101B-9397-08002B2CF9AE}" pid="157" name="LoginOrgUnitMail">
    <vt:lpwstr/>
  </property>
  <property fmtid="{D5CDD505-2E9C-101B-9397-08002B2CF9AE}" pid="158" name="BearbOrgUnitMail">
    <vt:lpwstr/>
  </property>
  <property fmtid="{D5CDD505-2E9C-101B-9397-08002B2CF9AE}" pid="159" name="UserOrgUnitMail">
    <vt:lpwstr/>
  </property>
  <property fmtid="{D5CDD505-2E9C-101B-9397-08002B2CF9AE}" pid="160" name="LoginHeader_D">
    <vt:lpwstr>Direktionsbereich Verbraucherschutz</vt:lpwstr>
  </property>
  <property fmtid="{D5CDD505-2E9C-101B-9397-08002B2CF9AE}" pid="161" name="BearbHeader_D">
    <vt:lpwstr/>
  </property>
  <property fmtid="{D5CDD505-2E9C-101B-9397-08002B2CF9AE}" pid="162" name="UserHeader_D">
    <vt:lpwstr>Direktionsbereich Verbraucherschutz</vt:lpwstr>
  </property>
  <property fmtid="{D5CDD505-2E9C-101B-9397-08002B2CF9AE}" pid="163" name="LoginHeader_F">
    <vt:lpwstr>Unité de direction Protection des consommateurs</vt:lpwstr>
  </property>
  <property fmtid="{D5CDD505-2E9C-101B-9397-08002B2CF9AE}" pid="164" name="BearbHeader_F">
    <vt:lpwstr/>
  </property>
  <property fmtid="{D5CDD505-2E9C-101B-9397-08002B2CF9AE}" pid="165" name="UserHeader_F">
    <vt:lpwstr>Unité de direction Protection des consommateurs</vt:lpwstr>
  </property>
  <property fmtid="{D5CDD505-2E9C-101B-9397-08002B2CF9AE}" pid="166" name="LoginHeader_I">
    <vt:lpwstr>Unità di direzione protezione dei consumatori</vt:lpwstr>
  </property>
  <property fmtid="{D5CDD505-2E9C-101B-9397-08002B2CF9AE}" pid="167" name="BearbHeader_I">
    <vt:lpwstr/>
  </property>
  <property fmtid="{D5CDD505-2E9C-101B-9397-08002B2CF9AE}" pid="168" name="UserHeader_I">
    <vt:lpwstr>Unità di direzione protezione dei consumatori</vt:lpwstr>
  </property>
  <property fmtid="{D5CDD505-2E9C-101B-9397-08002B2CF9AE}" pid="169" name="LoginHeader_E">
    <vt:lpwstr>Consumer Protection Directorate</vt:lpwstr>
  </property>
  <property fmtid="{D5CDD505-2E9C-101B-9397-08002B2CF9AE}" pid="170" name="BearbHeader_E">
    <vt:lpwstr/>
  </property>
  <property fmtid="{D5CDD505-2E9C-101B-9397-08002B2CF9AE}" pid="171" name="UserHeader_E">
    <vt:lpwstr>Consumer Protection Directorate</vt:lpwstr>
  </property>
  <property fmtid="{D5CDD505-2E9C-101B-9397-08002B2CF9AE}" pid="172" name="LoginHeader_R">
    <vt:lpwstr/>
  </property>
  <property fmtid="{D5CDD505-2E9C-101B-9397-08002B2CF9AE}" pid="173" name="BearbHeader_R">
    <vt:lpwstr/>
  </property>
  <property fmtid="{D5CDD505-2E9C-101B-9397-08002B2CF9AE}" pid="174" name="UserHeader_R">
    <vt:lpwstr/>
  </property>
  <property fmtid="{D5CDD505-2E9C-101B-9397-08002B2CF9AE}" pid="175" name="LoginFooter_D">
    <vt:lpwstr>Sektion Forschungsanlagen und Nuklearmedizin</vt:lpwstr>
  </property>
  <property fmtid="{D5CDD505-2E9C-101B-9397-08002B2CF9AE}" pid="176" name="BearbFooter_D">
    <vt:lpwstr/>
  </property>
  <property fmtid="{D5CDD505-2E9C-101B-9397-08002B2CF9AE}" pid="177" name="UserFooter_D">
    <vt:lpwstr>Sektion Forschungsanlagen und Nuklearmedizin</vt:lpwstr>
  </property>
  <property fmtid="{D5CDD505-2E9C-101B-9397-08002B2CF9AE}" pid="178" name="LoginFooter_F">
    <vt:lpwstr>Section Installations de recherche et médecine nucléaire</vt:lpwstr>
  </property>
  <property fmtid="{D5CDD505-2E9C-101B-9397-08002B2CF9AE}" pid="179" name="BearbFooter_F">
    <vt:lpwstr/>
  </property>
  <property fmtid="{D5CDD505-2E9C-101B-9397-08002B2CF9AE}" pid="180" name="UserFooter_F">
    <vt:lpwstr>Section Installations de recherche et médecine nucléaire</vt:lpwstr>
  </property>
  <property fmtid="{D5CDD505-2E9C-101B-9397-08002B2CF9AE}" pid="181" name="LoginFooter_I">
    <vt:lpwstr>Sezione impianti di ricerca e medicina nucleare</vt:lpwstr>
  </property>
  <property fmtid="{D5CDD505-2E9C-101B-9397-08002B2CF9AE}" pid="182" name="BearbFooter_I">
    <vt:lpwstr/>
  </property>
  <property fmtid="{D5CDD505-2E9C-101B-9397-08002B2CF9AE}" pid="183" name="UserFooter_I">
    <vt:lpwstr>Sezione impianti di ricerca e medicina nucleare</vt:lpwstr>
  </property>
  <property fmtid="{D5CDD505-2E9C-101B-9397-08002B2CF9AE}" pid="184" name="LoginFooter_E">
    <vt:lpwstr>Research Facilities and Nuclear Medicine Section</vt:lpwstr>
  </property>
  <property fmtid="{D5CDD505-2E9C-101B-9397-08002B2CF9AE}" pid="185" name="BearbFooter_E">
    <vt:lpwstr/>
  </property>
  <property fmtid="{D5CDD505-2E9C-101B-9397-08002B2CF9AE}" pid="186" name="UserFooter_E">
    <vt:lpwstr>Research Facilities and Nuclear Medicine Section</vt:lpwstr>
  </property>
  <property fmtid="{D5CDD505-2E9C-101B-9397-08002B2CF9AE}" pid="187" name="LoginFooter_R">
    <vt:lpwstr/>
  </property>
  <property fmtid="{D5CDD505-2E9C-101B-9397-08002B2CF9AE}" pid="188" name="BearbFooter_R">
    <vt:lpwstr/>
  </property>
  <property fmtid="{D5CDD505-2E9C-101B-9397-08002B2CF9AE}" pid="189" name="UserFooter_R">
    <vt:lpwstr/>
  </property>
  <property fmtid="{D5CDD505-2E9C-101B-9397-08002B2CF9AE}" pid="190" name="LoginOUSig_D">
    <vt:lpwstr>Abteilung Strahlenschutz</vt:lpwstr>
  </property>
  <property fmtid="{D5CDD505-2E9C-101B-9397-08002B2CF9AE}" pid="191" name="BearbOUSig_D">
    <vt:lpwstr/>
  </property>
  <property fmtid="{D5CDD505-2E9C-101B-9397-08002B2CF9AE}" pid="192" name="UserOUSig_D">
    <vt:lpwstr>Abteilung Strahlenschutz</vt:lpwstr>
  </property>
  <property fmtid="{D5CDD505-2E9C-101B-9397-08002B2CF9AE}" pid="193" name="LoginOUSig_F">
    <vt:lpwstr>Division Radioprotection</vt:lpwstr>
  </property>
  <property fmtid="{D5CDD505-2E9C-101B-9397-08002B2CF9AE}" pid="194" name="BearbOUSig_F">
    <vt:lpwstr/>
  </property>
  <property fmtid="{D5CDD505-2E9C-101B-9397-08002B2CF9AE}" pid="195" name="UserOUSig_F">
    <vt:lpwstr>Division Radioprotection</vt:lpwstr>
  </property>
  <property fmtid="{D5CDD505-2E9C-101B-9397-08002B2CF9AE}" pid="196" name="LoginOUSig_I">
    <vt:lpwstr>Divisione radioprotezione</vt:lpwstr>
  </property>
  <property fmtid="{D5CDD505-2E9C-101B-9397-08002B2CF9AE}" pid="197" name="BearbOUSig_I">
    <vt:lpwstr/>
  </property>
  <property fmtid="{D5CDD505-2E9C-101B-9397-08002B2CF9AE}" pid="198" name="UserOUSig_I">
    <vt:lpwstr>Divisione radioprotezione</vt:lpwstr>
  </property>
  <property fmtid="{D5CDD505-2E9C-101B-9397-08002B2CF9AE}" pid="199" name="LoginOUSig_E">
    <vt:lpwstr>Division of Radiological Protection</vt:lpwstr>
  </property>
  <property fmtid="{D5CDD505-2E9C-101B-9397-08002B2CF9AE}" pid="200" name="BearbOUSig_E">
    <vt:lpwstr/>
  </property>
  <property fmtid="{D5CDD505-2E9C-101B-9397-08002B2CF9AE}" pid="201" name="UserOUSig_E">
    <vt:lpwstr>Division of Radiological Protection</vt:lpwstr>
  </property>
  <property fmtid="{D5CDD505-2E9C-101B-9397-08002B2CF9AE}" pid="202" name="LoginOUSig_R">
    <vt:lpwstr/>
  </property>
  <property fmtid="{D5CDD505-2E9C-101B-9397-08002B2CF9AE}" pid="203" name="BearbOUSig_R">
    <vt:lpwstr/>
  </property>
  <property fmtid="{D5CDD505-2E9C-101B-9397-08002B2CF9AE}" pid="204" name="UserOUSig_R">
    <vt:lpwstr/>
  </property>
  <property fmtid="{D5CDD505-2E9C-101B-9397-08002B2CF9AE}" pid="205" name="LoginDIR_D">
    <vt:lpwstr>Direktionsbereich Verbraucherschutz</vt:lpwstr>
  </property>
  <property fmtid="{D5CDD505-2E9C-101B-9397-08002B2CF9AE}" pid="206" name="BearbDIR_D">
    <vt:lpwstr/>
  </property>
  <property fmtid="{D5CDD505-2E9C-101B-9397-08002B2CF9AE}" pid="207" name="UserDIR_D">
    <vt:lpwstr>Direktionsbereich Verbraucherschutz</vt:lpwstr>
  </property>
  <property fmtid="{D5CDD505-2E9C-101B-9397-08002B2CF9AE}" pid="208" name="LoginDIR_F">
    <vt:lpwstr>Unité de direction Protection des consommateurs</vt:lpwstr>
  </property>
  <property fmtid="{D5CDD505-2E9C-101B-9397-08002B2CF9AE}" pid="209" name="BearbDIR_F">
    <vt:lpwstr/>
  </property>
  <property fmtid="{D5CDD505-2E9C-101B-9397-08002B2CF9AE}" pid="210" name="UserDIR_F">
    <vt:lpwstr>Unité de direction Protection des consommateurs</vt:lpwstr>
  </property>
  <property fmtid="{D5CDD505-2E9C-101B-9397-08002B2CF9AE}" pid="211" name="LoginDIR_I">
    <vt:lpwstr>Unità di direzione protezione dei consumatori</vt:lpwstr>
  </property>
  <property fmtid="{D5CDD505-2E9C-101B-9397-08002B2CF9AE}" pid="212" name="BearbDIR_I">
    <vt:lpwstr/>
  </property>
  <property fmtid="{D5CDD505-2E9C-101B-9397-08002B2CF9AE}" pid="213" name="UserDIR_I">
    <vt:lpwstr>Unità di direzione protezione dei consumatori</vt:lpwstr>
  </property>
  <property fmtid="{D5CDD505-2E9C-101B-9397-08002B2CF9AE}" pid="214" name="LoginDIR_E">
    <vt:lpwstr>Consumer Protection Directorate</vt:lpwstr>
  </property>
  <property fmtid="{D5CDD505-2E9C-101B-9397-08002B2CF9AE}" pid="215" name="BearbDIR_E">
    <vt:lpwstr/>
  </property>
  <property fmtid="{D5CDD505-2E9C-101B-9397-08002B2CF9AE}" pid="216" name="UserDIR_E">
    <vt:lpwstr>Consumer Protection Directorate</vt:lpwstr>
  </property>
  <property fmtid="{D5CDD505-2E9C-101B-9397-08002B2CF9AE}" pid="217" name="LoginDIR_R">
    <vt:lpwstr/>
  </property>
  <property fmtid="{D5CDD505-2E9C-101B-9397-08002B2CF9AE}" pid="218" name="BearbDIR_R">
    <vt:lpwstr/>
  </property>
  <property fmtid="{D5CDD505-2E9C-101B-9397-08002B2CF9AE}" pid="219" name="UserDIR_R">
    <vt:lpwstr/>
  </property>
  <property fmtid="{D5CDD505-2E9C-101B-9397-08002B2CF9AE}" pid="220" name="LoginABT_D">
    <vt:lpwstr>Abteilung Strahlenschutz</vt:lpwstr>
  </property>
  <property fmtid="{D5CDD505-2E9C-101B-9397-08002B2CF9AE}" pid="221" name="BearbABT_D">
    <vt:lpwstr/>
  </property>
  <property fmtid="{D5CDD505-2E9C-101B-9397-08002B2CF9AE}" pid="222" name="UserABT_D">
    <vt:lpwstr>Abteilung Strahlenschutz</vt:lpwstr>
  </property>
  <property fmtid="{D5CDD505-2E9C-101B-9397-08002B2CF9AE}" pid="223" name="LoginABT_F">
    <vt:lpwstr>Division Radioprotection</vt:lpwstr>
  </property>
  <property fmtid="{D5CDD505-2E9C-101B-9397-08002B2CF9AE}" pid="224" name="BearbABT_F">
    <vt:lpwstr/>
  </property>
  <property fmtid="{D5CDD505-2E9C-101B-9397-08002B2CF9AE}" pid="225" name="UserABT_F">
    <vt:lpwstr>Division Radioprotection</vt:lpwstr>
  </property>
  <property fmtid="{D5CDD505-2E9C-101B-9397-08002B2CF9AE}" pid="226" name="LoginABT_I">
    <vt:lpwstr>Divisione radioprotezione</vt:lpwstr>
  </property>
  <property fmtid="{D5CDD505-2E9C-101B-9397-08002B2CF9AE}" pid="227" name="BearbABT_I">
    <vt:lpwstr/>
  </property>
  <property fmtid="{D5CDD505-2E9C-101B-9397-08002B2CF9AE}" pid="228" name="UserABT_I">
    <vt:lpwstr>Divisione radioprotezione</vt:lpwstr>
  </property>
  <property fmtid="{D5CDD505-2E9C-101B-9397-08002B2CF9AE}" pid="229" name="LoginABT_E">
    <vt:lpwstr>Division of Radiological Protection</vt:lpwstr>
  </property>
  <property fmtid="{D5CDD505-2E9C-101B-9397-08002B2CF9AE}" pid="230" name="BearbABT_E">
    <vt:lpwstr/>
  </property>
  <property fmtid="{D5CDD505-2E9C-101B-9397-08002B2CF9AE}" pid="231" name="UserABT_E">
    <vt:lpwstr>Division of Radiological Protection</vt:lpwstr>
  </property>
  <property fmtid="{D5CDD505-2E9C-101B-9397-08002B2CF9AE}" pid="232" name="LoginAbt_R">
    <vt:lpwstr/>
  </property>
  <property fmtid="{D5CDD505-2E9C-101B-9397-08002B2CF9AE}" pid="233" name="BearbAbt_R">
    <vt:lpwstr/>
  </property>
  <property fmtid="{D5CDD505-2E9C-101B-9397-08002B2CF9AE}" pid="234" name="UserAbt_R">
    <vt:lpwstr/>
  </property>
  <property fmtid="{D5CDD505-2E9C-101B-9397-08002B2CF9AE}" pid="235" name="LoginUnderUnit">
    <vt:lpwstr/>
  </property>
  <property fmtid="{D5CDD505-2E9C-101B-9397-08002B2CF9AE}" pid="236" name="BearbUnderUnit">
    <vt:lpwstr/>
  </property>
  <property fmtid="{D5CDD505-2E9C-101B-9397-08002B2CF9AE}" pid="237" name="UserUnderUnit">
    <vt:lpwstr/>
  </property>
  <property fmtid="{D5CDD505-2E9C-101B-9397-08002B2CF9AE}" pid="238" name="LoginInternet">
    <vt:lpwstr>www.bag.admin.ch</vt:lpwstr>
  </property>
  <property fmtid="{D5CDD505-2E9C-101B-9397-08002B2CF9AE}" pid="239" name="BearbInternet">
    <vt:lpwstr/>
  </property>
  <property fmtid="{D5CDD505-2E9C-101B-9397-08002B2CF9AE}" pid="240" name="UserInternet">
    <vt:lpwstr>www.bag.admin.ch</vt:lpwstr>
  </property>
  <property fmtid="{D5CDD505-2E9C-101B-9397-08002B2CF9AE}" pid="241" name="LoginOrgUnitCode">
    <vt:lpwstr/>
  </property>
  <property fmtid="{D5CDD505-2E9C-101B-9397-08002B2CF9AE}" pid="242" name="BearbOrgUnitCode">
    <vt:lpwstr/>
  </property>
  <property fmtid="{D5CDD505-2E9C-101B-9397-08002B2CF9AE}" pid="243" name="UserOrgUnitCode">
    <vt:lpwstr/>
  </property>
  <property fmtid="{D5CDD505-2E9C-101B-9397-08002B2CF9AE}" pid="244" name="#OrgUnitID">
    <vt:lpwstr>'Direktionsbereich Verbraucherschutz'</vt:lpwstr>
  </property>
  <property fmtid="{D5CDD505-2E9C-101B-9397-08002B2CF9AE}" pid="245" name="#Location">
    <vt:lpwstr>'Schwarzenburgstrasse 165'</vt:lpwstr>
  </property>
  <property fmtid="{D5CDD505-2E9C-101B-9397-08002B2CF9AE}" pid="246" name="SigUserID">
    <vt:lpwstr>U7259</vt:lpwstr>
  </property>
  <property fmtid="{D5CDD505-2E9C-101B-9397-08002B2CF9AE}" pid="247" name="SigFullname">
    <vt:lpwstr>Marti Thomas;U7259</vt:lpwstr>
  </property>
  <property fmtid="{D5CDD505-2E9C-101B-9397-08002B2CF9AE}" pid="248" name="SigName">
    <vt:lpwstr>Marti</vt:lpwstr>
  </property>
  <property fmtid="{D5CDD505-2E9C-101B-9397-08002B2CF9AE}" pid="249" name="SigVorname">
    <vt:lpwstr>Thomas</vt:lpwstr>
  </property>
  <property fmtid="{D5CDD505-2E9C-101B-9397-08002B2CF9AE}" pid="250" name="SigKurzel">
    <vt:lpwstr>THM</vt:lpwstr>
  </property>
  <property fmtid="{D5CDD505-2E9C-101B-9397-08002B2CF9AE}" pid="251" name="SigBuro">
    <vt:lpwstr/>
  </property>
  <property fmtid="{D5CDD505-2E9C-101B-9397-08002B2CF9AE}" pid="252" name="SigTel">
    <vt:lpwstr>+41 31 324 10 40</vt:lpwstr>
  </property>
  <property fmtid="{D5CDD505-2E9C-101B-9397-08002B2CF9AE}" pid="253" name="SigFAX">
    <vt:lpwstr>+41 31 322 83 83</vt:lpwstr>
  </property>
  <property fmtid="{D5CDD505-2E9C-101B-9397-08002B2CF9AE}" pid="254" name="SigMailAdr">
    <vt:lpwstr>Thomas.Marti@bag.admin.ch</vt:lpwstr>
  </property>
  <property fmtid="{D5CDD505-2E9C-101B-9397-08002B2CF9AE}" pid="255" name="SigTitle_D">
    <vt:lpwstr/>
  </property>
  <property fmtid="{D5CDD505-2E9C-101B-9397-08002B2CF9AE}" pid="256" name="SigTitle_F">
    <vt:lpwstr/>
  </property>
  <property fmtid="{D5CDD505-2E9C-101B-9397-08002B2CF9AE}" pid="257" name="SigTitle_I">
    <vt:lpwstr/>
  </property>
  <property fmtid="{D5CDD505-2E9C-101B-9397-08002B2CF9AE}" pid="258" name="SigTitle_E">
    <vt:lpwstr/>
  </property>
  <property fmtid="{D5CDD505-2E9C-101B-9397-08002B2CF9AE}" pid="259" name="SigFunction_D">
    <vt:lpwstr/>
  </property>
  <property fmtid="{D5CDD505-2E9C-101B-9397-08002B2CF9AE}" pid="260" name="SigFunction_F">
    <vt:lpwstr/>
  </property>
  <property fmtid="{D5CDD505-2E9C-101B-9397-08002B2CF9AE}" pid="261" name="SigFunction_I">
    <vt:lpwstr/>
  </property>
  <property fmtid="{D5CDD505-2E9C-101B-9397-08002B2CF9AE}" pid="262" name="SigFunction_E">
    <vt:lpwstr/>
  </property>
  <property fmtid="{D5CDD505-2E9C-101B-9397-08002B2CF9AE}" pid="263" name="SigLocation">
    <vt:lpwstr>Schwarzenburgstrasse 165</vt:lpwstr>
  </property>
  <property fmtid="{D5CDD505-2E9C-101B-9397-08002B2CF9AE}" pid="264" name="SigOrgUnitID">
    <vt:lpwstr>Direktionsbereich Verbraucherschutz</vt:lpwstr>
  </property>
  <property fmtid="{D5CDD505-2E9C-101B-9397-08002B2CF9AE}" pid="265" name="SigOrgUnitTel">
    <vt:lpwstr>+41 31 323 02 54</vt:lpwstr>
  </property>
  <property fmtid="{D5CDD505-2E9C-101B-9397-08002B2CF9AE}" pid="266" name="SigOrgUnitFax">
    <vt:lpwstr>+41 31 322 83 83</vt:lpwstr>
  </property>
  <property fmtid="{D5CDD505-2E9C-101B-9397-08002B2CF9AE}" pid="267" name="SigOrgUnitMail">
    <vt:lpwstr/>
  </property>
  <property fmtid="{D5CDD505-2E9C-101B-9397-08002B2CF9AE}" pid="268" name="SigHeader_D">
    <vt:lpwstr>Direktionsbereich Verbraucherschutz</vt:lpwstr>
  </property>
  <property fmtid="{D5CDD505-2E9C-101B-9397-08002B2CF9AE}" pid="269" name="SigHeader_F">
    <vt:lpwstr>Unité de direction Protection des consommateurs</vt:lpwstr>
  </property>
  <property fmtid="{D5CDD505-2E9C-101B-9397-08002B2CF9AE}" pid="270" name="SigHeader_I">
    <vt:lpwstr>Unità di direzione protezione dei consumatori</vt:lpwstr>
  </property>
  <property fmtid="{D5CDD505-2E9C-101B-9397-08002B2CF9AE}" pid="271" name="SigHeader_E">
    <vt:lpwstr>Consumer Protection Directorate</vt:lpwstr>
  </property>
  <property fmtid="{D5CDD505-2E9C-101B-9397-08002B2CF9AE}" pid="272" name="SigHeader_R">
    <vt:lpwstr/>
  </property>
  <property fmtid="{D5CDD505-2E9C-101B-9397-08002B2CF9AE}" pid="273" name="SigFooter_D">
    <vt:lpwstr>Sektion Forschungsanlagen und Nuklearmedizin</vt:lpwstr>
  </property>
  <property fmtid="{D5CDD505-2E9C-101B-9397-08002B2CF9AE}" pid="274" name="SigFooter_F">
    <vt:lpwstr>Section Installations de recherche et médecine nucléaire</vt:lpwstr>
  </property>
  <property fmtid="{D5CDD505-2E9C-101B-9397-08002B2CF9AE}" pid="275" name="SigFooter_I">
    <vt:lpwstr>Sezione impianti di ricerca e medicina nucleare</vt:lpwstr>
  </property>
  <property fmtid="{D5CDD505-2E9C-101B-9397-08002B2CF9AE}" pid="276" name="SigFooter_E">
    <vt:lpwstr>Research Facilities and Nuclear Medicine Section</vt:lpwstr>
  </property>
  <property fmtid="{D5CDD505-2E9C-101B-9397-08002B2CF9AE}" pid="277" name="SigFooter_R">
    <vt:lpwstr/>
  </property>
  <property fmtid="{D5CDD505-2E9C-101B-9397-08002B2CF9AE}" pid="278" name="SigOUSig_D">
    <vt:lpwstr>Abteilung Strahlenschutz</vt:lpwstr>
  </property>
  <property fmtid="{D5CDD505-2E9C-101B-9397-08002B2CF9AE}" pid="279" name="SigOUSig_F">
    <vt:lpwstr>Division Radioprotection</vt:lpwstr>
  </property>
  <property fmtid="{D5CDD505-2E9C-101B-9397-08002B2CF9AE}" pid="280" name="SigOUSig_I">
    <vt:lpwstr>Divisione radioprotezione</vt:lpwstr>
  </property>
  <property fmtid="{D5CDD505-2E9C-101B-9397-08002B2CF9AE}" pid="281" name="SigOUSig_E">
    <vt:lpwstr>Division of Radiological Protection</vt:lpwstr>
  </property>
  <property fmtid="{D5CDD505-2E9C-101B-9397-08002B2CF9AE}" pid="282" name="SigOUSig_R">
    <vt:lpwstr/>
  </property>
  <property fmtid="{D5CDD505-2E9C-101B-9397-08002B2CF9AE}" pid="283" name="SigDIR_D">
    <vt:lpwstr>Direktionsbereich Verbraucherschutz</vt:lpwstr>
  </property>
  <property fmtid="{D5CDD505-2E9C-101B-9397-08002B2CF9AE}" pid="284" name="SigDIR_F">
    <vt:lpwstr>Unité de direction Protection des consommateurs</vt:lpwstr>
  </property>
  <property fmtid="{D5CDD505-2E9C-101B-9397-08002B2CF9AE}" pid="285" name="SigDIR_I">
    <vt:lpwstr>Unità di direzione protezione dei consumatori</vt:lpwstr>
  </property>
  <property fmtid="{D5CDD505-2E9C-101B-9397-08002B2CF9AE}" pid="286" name="SigDIR_E">
    <vt:lpwstr>Consumer Protection Directorate</vt:lpwstr>
  </property>
  <property fmtid="{D5CDD505-2E9C-101B-9397-08002B2CF9AE}" pid="287" name="SigDIR_R">
    <vt:lpwstr/>
  </property>
  <property fmtid="{D5CDD505-2E9C-101B-9397-08002B2CF9AE}" pid="288" name="SigABT_D">
    <vt:lpwstr>Abteilung Strahlenschutz</vt:lpwstr>
  </property>
  <property fmtid="{D5CDD505-2E9C-101B-9397-08002B2CF9AE}" pid="289" name="SigABT_F">
    <vt:lpwstr>Division Radioprotection</vt:lpwstr>
  </property>
  <property fmtid="{D5CDD505-2E9C-101B-9397-08002B2CF9AE}" pid="290" name="SigABT_I">
    <vt:lpwstr>Divisione radioprotezione</vt:lpwstr>
  </property>
  <property fmtid="{D5CDD505-2E9C-101B-9397-08002B2CF9AE}" pid="291" name="SigABT_E">
    <vt:lpwstr>Division of Radiological Protection</vt:lpwstr>
  </property>
  <property fmtid="{D5CDD505-2E9C-101B-9397-08002B2CF9AE}" pid="292" name="SigAbt_R">
    <vt:lpwstr/>
  </property>
  <property fmtid="{D5CDD505-2E9C-101B-9397-08002B2CF9AE}" pid="293" name="SigUnderUnit">
    <vt:lpwstr/>
  </property>
  <property fmtid="{D5CDD505-2E9C-101B-9397-08002B2CF9AE}" pid="294" name="SigInternet">
    <vt:lpwstr>www.bag.admin.ch</vt:lpwstr>
  </property>
  <property fmtid="{D5CDD505-2E9C-101B-9397-08002B2CF9AE}" pid="295" name="SigOrgUnitCode">
    <vt:lpwstr/>
  </property>
  <property fmtid="{D5CDD505-2E9C-101B-9397-08002B2CF9AE}" pid="296" name="YourRef">
    <vt:lpwstr/>
  </property>
  <property fmtid="{D5CDD505-2E9C-101B-9397-08002B2CF9AE}" pid="297" name="FlagAutomation">
    <vt:lpwstr>True</vt:lpwstr>
  </property>
</Properties>
</file>